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163137422"/>
    <w:bookmarkEnd w:id="0"/>
    <w:p w:rsidR="00492BE8" w:rsidRPr="005A3B1D" w:rsidRDefault="00281D8E" w:rsidP="00AB0709">
      <w:pPr>
        <w:rPr>
          <w:rFonts w:ascii="Univers Com 47 Light Cond" w:hAnsi="Univers Com 47 Light Cond" w:cs="Arial"/>
          <w:sz w:val="22"/>
          <w:szCs w:val="22"/>
        </w:rPr>
      </w:pPr>
      <w:r w:rsidRPr="009D7D7D">
        <w:rPr>
          <w:rFonts w:ascii="DIN-Regular" w:hAnsi="DIN-Regular"/>
          <w:noProof/>
          <w:sz w:val="24"/>
          <w:szCs w:val="24"/>
        </w:rPr>
        <mc:AlternateContent>
          <mc:Choice Requires="wps">
            <w:drawing>
              <wp:anchor distT="0" distB="0" distL="114300" distR="114300" simplePos="0" relativeHeight="251661312" behindDoc="0" locked="0" layoutInCell="1" allowOverlap="1" wp14:anchorId="449AE86B" wp14:editId="05D32D1D">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rsidR="005328A6" w:rsidRPr="000939CB" w:rsidRDefault="005328A6" w:rsidP="00245BAF">
                            <w:pPr>
                              <w:pStyle w:val="DallmerOrtsfeld8115"/>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9AE86B"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rsidR="005328A6" w:rsidRPr="000939CB" w:rsidRDefault="005328A6" w:rsidP="00245BAF">
                      <w:pPr>
                        <w:pStyle w:val="DallmerOrtsfeld8115"/>
                      </w:pPr>
                    </w:p>
                  </w:txbxContent>
                </v:textbox>
                <w10:wrap anchorx="page" anchory="page"/>
              </v:shape>
            </w:pict>
          </mc:Fallback>
        </mc:AlternateContent>
      </w:r>
      <w:r w:rsidR="00113A99" w:rsidRPr="009D7D7D">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117655A7" wp14:editId="03C0B047">
                <wp:simplePos x="0" y="0"/>
                <wp:positionH relativeFrom="page">
                  <wp:posOffset>2905125</wp:posOffset>
                </wp:positionH>
                <wp:positionV relativeFrom="page">
                  <wp:posOffset>1276350</wp:posOffset>
                </wp:positionV>
                <wp:extent cx="1876425" cy="2571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71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655A7" id="Textfeld 4" o:spid="_x0000_s1027" type="#_x0000_t202" style="position:absolute;margin-left:228.75pt;margin-top:100.5pt;width:147.75pt;height:20.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IirPw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" o:allowincell="f" filled="f" stroked="f">
                <v:textbox inset="0,0,0,0">
                  <w:txbxContent>
                    <w:p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v:textbox>
                <w10:wrap anchorx="page" anchory="page"/>
                <w10:anchorlock/>
              </v:shape>
            </w:pict>
          </mc:Fallback>
        </mc:AlternateContent>
      </w:r>
    </w:p>
    <w:p w:rsidR="00492BE8" w:rsidRDefault="00FF595C" w:rsidP="00AB0709">
      <w:pPr>
        <w:rPr>
          <w:rFonts w:ascii="Univers Com 47 Light Cond" w:hAnsi="Univers Com 47 Light Cond" w:cs="Arial"/>
        </w:rPr>
      </w:pPr>
      <w:r>
        <w:rPr>
          <w:rFonts w:ascii="Univers Com 47 Light Cond" w:hAnsi="Univers Com 47 Light Cond" w:cs="Arial"/>
          <w:noProof/>
        </w:rPr>
        <w:drawing>
          <wp:inline distT="0" distB="0" distL="0" distR="0">
            <wp:extent cx="2667000" cy="1921809"/>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670060" cy="1924014"/>
                    </a:xfrm>
                    <a:prstGeom prst="rect">
                      <a:avLst/>
                    </a:prstGeom>
                    <a:noFill/>
                    <a:ln>
                      <a:noFill/>
                    </a:ln>
                  </pic:spPr>
                </pic:pic>
              </a:graphicData>
            </a:graphic>
          </wp:inline>
        </w:drawing>
      </w:r>
    </w:p>
    <w:p w:rsidR="00E54646" w:rsidRDefault="00E54646" w:rsidP="00AB0709">
      <w:pPr>
        <w:rPr>
          <w:rFonts w:ascii="Univers Com 47 Light Cond" w:hAnsi="Univers Com 47 Light Cond" w:cs="Arial"/>
        </w:rPr>
      </w:pPr>
    </w:p>
    <w:p w:rsidR="00AB0709" w:rsidRPr="00AB0709" w:rsidRDefault="00AB0709" w:rsidP="00AB0709">
      <w:pPr>
        <w:rPr>
          <w:rFonts w:ascii="Univers Com 47 Light Cond" w:hAnsi="Univers Com 47 Light Cond" w:cs="Arial"/>
        </w:rPr>
      </w:pPr>
      <w:r w:rsidRPr="00AB0709">
        <w:rPr>
          <w:rFonts w:ascii="Univers Com 47 Light Cond" w:hAnsi="Univers Com 47 Light Cond" w:cs="Arial"/>
        </w:rPr>
        <w:t>Dallmer_</w:t>
      </w:r>
      <w:r w:rsidR="00D90922" w:rsidRPr="00D90922">
        <w:rPr>
          <w:rFonts w:ascii="Univers Com 47 Light Cond" w:hAnsi="Univers Com 47 Light Cond" w:cs="Arial"/>
        </w:rPr>
        <w:t>CeraFloor_Individual_Neo</w:t>
      </w:r>
      <w:r w:rsidRPr="00AB0709">
        <w:rPr>
          <w:rFonts w:ascii="Univers Com 47 Light Cond" w:hAnsi="Univers Com 47 Light Cond" w:cs="Arial"/>
        </w:rPr>
        <w:t>_0</w:t>
      </w:r>
      <w:r w:rsidR="005A3B1D">
        <w:rPr>
          <w:rFonts w:ascii="Univers Com 47 Light Cond" w:hAnsi="Univers Com 47 Light Cond" w:cs="Arial"/>
        </w:rPr>
        <w:t>1</w:t>
      </w:r>
      <w:r w:rsidRPr="00AB0709">
        <w:rPr>
          <w:rFonts w:ascii="Univers Com 47 Light Cond" w:hAnsi="Univers Com 47 Light Cond" w:cs="Arial"/>
        </w:rPr>
        <w:t>.jpg</w:t>
      </w:r>
    </w:p>
    <w:p w:rsidR="00680FCF" w:rsidRDefault="00680FCF" w:rsidP="00AB0709">
      <w:pPr>
        <w:rPr>
          <w:rFonts w:ascii="Univers Com 47 Light Cond" w:hAnsi="Univers Com 47 Light Cond" w:cs="Arial"/>
        </w:rPr>
      </w:pPr>
    </w:p>
    <w:p w:rsidR="00680FCF" w:rsidRPr="00E607A2" w:rsidRDefault="00680FCF" w:rsidP="00AB0709">
      <w:pPr>
        <w:rPr>
          <w:rFonts w:ascii="Univers Com 47 Light Cond" w:hAnsi="Univers Com 47 Light Cond" w:cs="Arial"/>
          <w:sz w:val="22"/>
          <w:szCs w:val="22"/>
        </w:rPr>
      </w:pPr>
      <w:r w:rsidRPr="00E607A2">
        <w:rPr>
          <w:rFonts w:ascii="Univers Com 47 Light Cond" w:hAnsi="Univers Com 47 Light Cond" w:cs="Arial"/>
          <w:sz w:val="22"/>
          <w:szCs w:val="22"/>
        </w:rPr>
        <w:t xml:space="preserve">Die </w:t>
      </w:r>
      <w:r w:rsidR="00F51DDB" w:rsidRPr="00E607A2">
        <w:rPr>
          <w:rFonts w:ascii="Univers Com 47 Light Cond" w:hAnsi="Univers Com 47 Light Cond" w:cs="Arial"/>
          <w:sz w:val="22"/>
          <w:szCs w:val="22"/>
        </w:rPr>
        <w:t xml:space="preserve">neue </w:t>
      </w:r>
      <w:proofErr w:type="spellStart"/>
      <w:r w:rsidR="00F51DDB" w:rsidRPr="00E607A2">
        <w:rPr>
          <w:rFonts w:ascii="Univers Com 47 Light Cond" w:hAnsi="Univers Com 47 Light Cond" w:cs="Arial"/>
          <w:sz w:val="22"/>
          <w:szCs w:val="22"/>
        </w:rPr>
        <w:t>befliesbare</w:t>
      </w:r>
      <w:proofErr w:type="spellEnd"/>
      <w:r w:rsidR="00F51DDB" w:rsidRPr="00E607A2">
        <w:rPr>
          <w:rFonts w:ascii="Univers Com 47 Light Cond" w:hAnsi="Univers Com 47 Light Cond" w:cs="Arial"/>
          <w:sz w:val="22"/>
          <w:szCs w:val="22"/>
        </w:rPr>
        <w:t xml:space="preserve"> Duschrinne </w:t>
      </w:r>
      <w:proofErr w:type="spellStart"/>
      <w:r w:rsidR="00F51DDB" w:rsidRPr="00E607A2">
        <w:rPr>
          <w:rFonts w:ascii="Univers Com 47 Light Cond" w:hAnsi="Univers Com 47 Light Cond" w:cs="Arial"/>
          <w:sz w:val="22"/>
          <w:szCs w:val="22"/>
        </w:rPr>
        <w:t>CeraFloor</w:t>
      </w:r>
      <w:proofErr w:type="spellEnd"/>
      <w:r w:rsidR="00F51DDB" w:rsidRPr="00E607A2">
        <w:rPr>
          <w:rFonts w:ascii="Univers Com 47 Light Cond" w:hAnsi="Univers Com 47 Light Cond" w:cs="Arial"/>
          <w:sz w:val="22"/>
          <w:szCs w:val="22"/>
        </w:rPr>
        <w:t xml:space="preserve"> Individual </w:t>
      </w:r>
      <w:proofErr w:type="spellStart"/>
      <w:r w:rsidR="00F51DDB" w:rsidRPr="00E607A2">
        <w:rPr>
          <w:rFonts w:ascii="Univers Com 47 Light Cond" w:hAnsi="Univers Com 47 Light Cond" w:cs="Arial"/>
          <w:sz w:val="22"/>
          <w:szCs w:val="22"/>
        </w:rPr>
        <w:t>Neo</w:t>
      </w:r>
      <w:proofErr w:type="spellEnd"/>
      <w:r w:rsidR="00F51DDB" w:rsidRPr="00E607A2">
        <w:rPr>
          <w:rFonts w:ascii="Univers Com 47 Light Cond" w:hAnsi="Univers Com 47 Light Cond" w:cs="Arial"/>
          <w:sz w:val="22"/>
          <w:szCs w:val="22"/>
        </w:rPr>
        <w:t xml:space="preserve"> eignet sich perfekt für eine große Auswahl an Fliesen- und Keramikbelägen sowie Naturstein.</w:t>
      </w:r>
    </w:p>
    <w:p w:rsidR="00AB0709" w:rsidRPr="00AB0709" w:rsidRDefault="00AB0709" w:rsidP="00AB0709">
      <w:pPr>
        <w:rPr>
          <w:rFonts w:ascii="Univers Com 47 Light Cond" w:hAnsi="Univers Com 47 Light Cond" w:cs="Arial"/>
        </w:rPr>
      </w:pPr>
    </w:p>
    <w:p w:rsidR="001E0EF6" w:rsidRPr="00B97D76" w:rsidRDefault="00AB0709" w:rsidP="00091DB9">
      <w:pPr>
        <w:rPr>
          <w:rFonts w:ascii="Univers Com 47 Light Cond" w:hAnsi="Univers Com 47 Light Cond" w:cs="Arial"/>
          <w:lang w:val="en-GB"/>
        </w:rPr>
      </w:pPr>
      <w:proofErr w:type="spellStart"/>
      <w:r w:rsidRPr="00B97D76">
        <w:rPr>
          <w:rFonts w:ascii="Univers Com 47 Light Cond" w:hAnsi="Univers Com 47 Light Cond" w:cs="Arial"/>
          <w:lang w:val="en-GB"/>
        </w:rPr>
        <w:t>Foto</w:t>
      </w:r>
      <w:proofErr w:type="spellEnd"/>
      <w:r w:rsidRPr="00B97D76">
        <w:rPr>
          <w:rFonts w:ascii="Univers Com 47 Light Cond" w:hAnsi="Univers Com 47 Light Cond" w:cs="Arial"/>
          <w:lang w:val="en-GB"/>
        </w:rPr>
        <w:t xml:space="preserve">: </w:t>
      </w:r>
      <w:proofErr w:type="spellStart"/>
      <w:r w:rsidRPr="00B97D76">
        <w:rPr>
          <w:rFonts w:ascii="Univers Com 47 Light Cond" w:hAnsi="Univers Com 47 Light Cond" w:cs="Arial"/>
          <w:lang w:val="en-GB"/>
        </w:rPr>
        <w:t>Dallmer</w:t>
      </w:r>
      <w:proofErr w:type="spellEnd"/>
      <w:r w:rsidR="00303D67" w:rsidRPr="00B97D76">
        <w:rPr>
          <w:rFonts w:ascii="Univers Com 47 Light Cond" w:hAnsi="Univers Com 47 Light Cond" w:cs="Arial"/>
          <w:lang w:val="en-GB"/>
        </w:rPr>
        <w:t xml:space="preserve"> GmbH + Co. KG</w:t>
      </w:r>
    </w:p>
    <w:p w:rsidR="002E7261" w:rsidRPr="00B97D76" w:rsidRDefault="002E7261" w:rsidP="00091DB9">
      <w:pPr>
        <w:rPr>
          <w:rFonts w:ascii="Univers Com 47 Light Cond" w:hAnsi="Univers Com 47 Light Cond" w:cs="Arial"/>
          <w:lang w:val="en-GB"/>
        </w:rPr>
      </w:pPr>
    </w:p>
    <w:p w:rsidR="00FF595C" w:rsidRDefault="00FF595C" w:rsidP="00091DB9">
      <w:pPr>
        <w:rPr>
          <w:rFonts w:ascii="Univers Com 47 Light Cond" w:hAnsi="Univers Com 47 Light Cond" w:cs="Arial"/>
          <w:lang w:val="en-GB"/>
        </w:rPr>
      </w:pPr>
    </w:p>
    <w:p w:rsidR="00C11286" w:rsidRPr="00B97D76" w:rsidRDefault="00C11286" w:rsidP="00091DB9">
      <w:pPr>
        <w:rPr>
          <w:rFonts w:ascii="Univers Com 47 Light Cond" w:hAnsi="Univers Com 47 Light Cond" w:cs="Arial"/>
          <w:lang w:val="en-GB"/>
        </w:rPr>
      </w:pPr>
    </w:p>
    <w:p w:rsidR="00FF595C" w:rsidRDefault="00B97D76" w:rsidP="00091DB9">
      <w:pPr>
        <w:rPr>
          <w:rFonts w:ascii="Univers Com 47 Light Cond" w:hAnsi="Univers Com 47 Light Cond" w:cs="Arial"/>
        </w:rPr>
      </w:pPr>
      <w:bookmarkStart w:id="1" w:name="_GoBack"/>
      <w:r>
        <w:rPr>
          <w:rFonts w:ascii="Univers Com 47 Light Cond" w:hAnsi="Univers Com 47 Light Cond" w:cs="Arial"/>
          <w:noProof/>
        </w:rPr>
        <w:drawing>
          <wp:inline distT="0" distB="0" distL="0" distR="0" wp14:anchorId="1B6EDB30" wp14:editId="06DB7903">
            <wp:extent cx="2659380" cy="1916318"/>
            <wp:effectExtent l="0" t="0" r="7620"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666024" cy="1921105"/>
                    </a:xfrm>
                    <a:prstGeom prst="rect">
                      <a:avLst/>
                    </a:prstGeom>
                    <a:noFill/>
                    <a:ln>
                      <a:noFill/>
                    </a:ln>
                  </pic:spPr>
                </pic:pic>
              </a:graphicData>
            </a:graphic>
          </wp:inline>
        </w:drawing>
      </w:r>
      <w:bookmarkEnd w:id="1"/>
    </w:p>
    <w:p w:rsidR="00FF595C" w:rsidRDefault="00FF595C" w:rsidP="00091DB9">
      <w:pPr>
        <w:rPr>
          <w:rFonts w:ascii="Univers Com 47 Light Cond" w:hAnsi="Univers Com 47 Light Cond" w:cs="Arial"/>
        </w:rPr>
      </w:pPr>
    </w:p>
    <w:p w:rsidR="00B97D76" w:rsidRDefault="00B97D76" w:rsidP="00FF595C">
      <w:pPr>
        <w:rPr>
          <w:rFonts w:ascii="Univers Com 47 Light Cond" w:hAnsi="Univers Com 47 Light Cond" w:cs="Arial"/>
        </w:rPr>
      </w:pPr>
    </w:p>
    <w:p w:rsidR="00FF595C" w:rsidRPr="0068707B" w:rsidRDefault="00FF595C" w:rsidP="00FF595C">
      <w:pPr>
        <w:rPr>
          <w:rFonts w:ascii="Univers Com 47 Light Cond" w:hAnsi="Univers Com 47 Light Cond" w:cs="Arial"/>
        </w:rPr>
      </w:pPr>
      <w:r w:rsidRPr="0068707B">
        <w:rPr>
          <w:rFonts w:ascii="Univers Com 47 Light Cond" w:hAnsi="Univers Com 47 Light Cond" w:cs="Arial"/>
        </w:rPr>
        <w:t>Dallmer_CeraFloor_Individual_Neo_02.jpg</w:t>
      </w:r>
    </w:p>
    <w:p w:rsidR="00FF595C" w:rsidRPr="0068707B" w:rsidRDefault="00FF595C" w:rsidP="00FF595C">
      <w:pPr>
        <w:rPr>
          <w:rFonts w:ascii="Univers Com 47 Light Cond" w:hAnsi="Univers Com 47 Light Cond" w:cs="Arial"/>
        </w:rPr>
      </w:pPr>
    </w:p>
    <w:p w:rsidR="00B97D76" w:rsidRPr="00E607A2" w:rsidRDefault="00117858" w:rsidP="00FF595C">
      <w:pPr>
        <w:rPr>
          <w:rFonts w:ascii="Univers Com 47 Light Cond" w:hAnsi="Univers Com 47 Light Cond" w:cs="Arial"/>
          <w:sz w:val="22"/>
          <w:szCs w:val="22"/>
        </w:rPr>
      </w:pPr>
      <w:r w:rsidRPr="00E607A2">
        <w:rPr>
          <w:rFonts w:ascii="Univers Com 47 Light Cond" w:hAnsi="Univers Com 47 Light Cond" w:cs="Arial"/>
          <w:sz w:val="22"/>
          <w:szCs w:val="22"/>
        </w:rPr>
        <w:t xml:space="preserve">Dünnere Fliesen für ein nachhaltiges Baddesign liegen im Trend. Auf diese Entwicklung hat </w:t>
      </w:r>
      <w:proofErr w:type="spellStart"/>
      <w:r w:rsidRPr="00E607A2">
        <w:rPr>
          <w:rFonts w:ascii="Univers Com 47 Light Cond" w:hAnsi="Univers Com 47 Light Cond" w:cs="Arial"/>
          <w:sz w:val="22"/>
          <w:szCs w:val="22"/>
        </w:rPr>
        <w:t>Dallmer</w:t>
      </w:r>
      <w:proofErr w:type="spellEnd"/>
      <w:r w:rsidRPr="00E607A2">
        <w:rPr>
          <w:rFonts w:ascii="Univers Com 47 Light Cond" w:hAnsi="Univers Com 47 Light Cond" w:cs="Arial"/>
          <w:sz w:val="22"/>
          <w:szCs w:val="22"/>
        </w:rPr>
        <w:t xml:space="preserve"> mit der </w:t>
      </w:r>
      <w:proofErr w:type="spellStart"/>
      <w:r w:rsidRPr="00E607A2">
        <w:rPr>
          <w:rFonts w:ascii="Univers Com 47 Light Cond" w:hAnsi="Univers Com 47 Light Cond" w:cs="Arial"/>
          <w:sz w:val="22"/>
          <w:szCs w:val="22"/>
        </w:rPr>
        <w:t>befliesbaren</w:t>
      </w:r>
      <w:proofErr w:type="spellEnd"/>
      <w:r w:rsidRPr="00E607A2">
        <w:rPr>
          <w:rFonts w:ascii="Univers Com 47 Light Cond" w:hAnsi="Univers Com 47 Light Cond" w:cs="Arial"/>
          <w:sz w:val="22"/>
          <w:szCs w:val="22"/>
        </w:rPr>
        <w:t xml:space="preserve"> Duschrinne </w:t>
      </w:r>
      <w:proofErr w:type="spellStart"/>
      <w:r w:rsidRPr="00E607A2">
        <w:rPr>
          <w:rFonts w:ascii="Univers Com 47 Light Cond" w:hAnsi="Univers Com 47 Light Cond" w:cs="Arial"/>
          <w:sz w:val="22"/>
          <w:szCs w:val="22"/>
        </w:rPr>
        <w:t>CeraFloor</w:t>
      </w:r>
      <w:proofErr w:type="spellEnd"/>
      <w:r w:rsidRPr="00E607A2">
        <w:rPr>
          <w:rFonts w:ascii="Univers Com 47 Light Cond" w:hAnsi="Univers Com 47 Light Cond" w:cs="Arial"/>
          <w:sz w:val="22"/>
          <w:szCs w:val="22"/>
        </w:rPr>
        <w:t xml:space="preserve"> Individual </w:t>
      </w:r>
      <w:proofErr w:type="spellStart"/>
      <w:r w:rsidRPr="00E607A2">
        <w:rPr>
          <w:rFonts w:ascii="Univers Com 47 Light Cond" w:hAnsi="Univers Com 47 Light Cond" w:cs="Arial"/>
          <w:sz w:val="22"/>
          <w:szCs w:val="22"/>
        </w:rPr>
        <w:t>Neo</w:t>
      </w:r>
      <w:proofErr w:type="spellEnd"/>
      <w:r w:rsidRPr="00E607A2">
        <w:rPr>
          <w:rFonts w:ascii="Univers Com 47 Light Cond" w:hAnsi="Univers Com 47 Light Cond" w:cs="Arial"/>
          <w:sz w:val="22"/>
          <w:szCs w:val="22"/>
        </w:rPr>
        <w:t xml:space="preserve"> reagiert.</w:t>
      </w:r>
    </w:p>
    <w:p w:rsidR="00117858" w:rsidRPr="0068707B" w:rsidRDefault="00117858" w:rsidP="00FF595C">
      <w:pPr>
        <w:rPr>
          <w:rFonts w:ascii="Univers Com 47 Light Cond" w:hAnsi="Univers Com 47 Light Cond" w:cs="Arial"/>
        </w:rPr>
      </w:pPr>
    </w:p>
    <w:p w:rsidR="00FF595C" w:rsidRPr="00B97D76" w:rsidRDefault="00FF595C" w:rsidP="00FF595C">
      <w:pPr>
        <w:rPr>
          <w:rFonts w:ascii="Univers Com 47 Light Cond" w:hAnsi="Univers Com 47 Light Cond" w:cs="Arial"/>
          <w:lang w:val="en-GB"/>
        </w:rPr>
      </w:pPr>
      <w:proofErr w:type="spellStart"/>
      <w:r w:rsidRPr="00B97D76">
        <w:rPr>
          <w:rFonts w:ascii="Univers Com 47 Light Cond" w:hAnsi="Univers Com 47 Light Cond" w:cs="Arial"/>
          <w:lang w:val="en-GB"/>
        </w:rPr>
        <w:t>Foto</w:t>
      </w:r>
      <w:proofErr w:type="spellEnd"/>
      <w:r w:rsidRPr="00B97D76">
        <w:rPr>
          <w:rFonts w:ascii="Univers Com 47 Light Cond" w:hAnsi="Univers Com 47 Light Cond" w:cs="Arial"/>
          <w:lang w:val="en-GB"/>
        </w:rPr>
        <w:t xml:space="preserve">: </w:t>
      </w:r>
      <w:proofErr w:type="spellStart"/>
      <w:r w:rsidRPr="00B97D76">
        <w:rPr>
          <w:rFonts w:ascii="Univers Com 47 Light Cond" w:hAnsi="Univers Com 47 Light Cond" w:cs="Arial"/>
          <w:lang w:val="en-GB"/>
        </w:rPr>
        <w:t>Dallmer</w:t>
      </w:r>
      <w:proofErr w:type="spellEnd"/>
      <w:r w:rsidRPr="00B97D76">
        <w:rPr>
          <w:rFonts w:ascii="Univers Com 47 Light Cond" w:hAnsi="Univers Com 47 Light Cond" w:cs="Arial"/>
          <w:lang w:val="en-GB"/>
        </w:rPr>
        <w:t xml:space="preserve"> GmbH + Co. KG</w:t>
      </w:r>
    </w:p>
    <w:p w:rsidR="00FF595C" w:rsidRPr="00B97D76" w:rsidRDefault="002A19B3" w:rsidP="00091DB9">
      <w:pPr>
        <w:rPr>
          <w:rFonts w:ascii="Univers Com 47 Light Cond" w:hAnsi="Univers Com 47 Light Cond" w:cs="Arial"/>
          <w:lang w:val="en-GB"/>
        </w:rPr>
      </w:pPr>
      <w:r>
        <w:rPr>
          <w:rFonts w:ascii="Univers Com 47 Light Cond" w:hAnsi="Univers Com 47 Light Cond" w:cs="Arial"/>
          <w:noProof/>
        </w:rPr>
        <w:lastRenderedPageBreak/>
        <w:drawing>
          <wp:inline distT="0" distB="0" distL="0" distR="0" wp14:anchorId="4C3C5658" wp14:editId="41C93C6B">
            <wp:extent cx="1584960" cy="2199672"/>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586041" cy="2201172"/>
                    </a:xfrm>
                    <a:prstGeom prst="rect">
                      <a:avLst/>
                    </a:prstGeom>
                    <a:noFill/>
                    <a:ln>
                      <a:noFill/>
                    </a:ln>
                  </pic:spPr>
                </pic:pic>
              </a:graphicData>
            </a:graphic>
          </wp:inline>
        </w:drawing>
      </w:r>
    </w:p>
    <w:p w:rsidR="00FF595C" w:rsidRPr="00B97D76" w:rsidRDefault="00FF595C" w:rsidP="00091DB9">
      <w:pPr>
        <w:rPr>
          <w:rFonts w:ascii="Univers Com 47 Light Cond" w:hAnsi="Univers Com 47 Light Cond" w:cs="Arial"/>
          <w:lang w:val="en-GB"/>
        </w:rPr>
      </w:pPr>
    </w:p>
    <w:p w:rsidR="00FF595C" w:rsidRPr="00E607A2" w:rsidRDefault="00FF595C" w:rsidP="00FF595C">
      <w:pPr>
        <w:rPr>
          <w:rFonts w:ascii="Univers Com 47 Light Cond" w:hAnsi="Univers Com 47 Light Cond" w:cs="Arial"/>
        </w:rPr>
      </w:pPr>
      <w:bookmarkStart w:id="2" w:name="_Hlk192870944"/>
      <w:r w:rsidRPr="00E607A2">
        <w:rPr>
          <w:rFonts w:ascii="Univers Com 47 Light Cond" w:hAnsi="Univers Com 47 Light Cond" w:cs="Arial"/>
        </w:rPr>
        <w:t>Dallmer_CeraFloor_Individual_Neo_03.jpg</w:t>
      </w:r>
    </w:p>
    <w:p w:rsidR="00FF595C" w:rsidRPr="00E607A2" w:rsidRDefault="00FF595C" w:rsidP="00FF595C">
      <w:pPr>
        <w:rPr>
          <w:rFonts w:ascii="Univers Com 47 Light Cond" w:hAnsi="Univers Com 47 Light Cond" w:cs="Arial"/>
        </w:rPr>
      </w:pPr>
    </w:p>
    <w:p w:rsidR="00FF595C" w:rsidRPr="00E607A2" w:rsidRDefault="00117858" w:rsidP="00FF595C">
      <w:pPr>
        <w:rPr>
          <w:rFonts w:ascii="Univers Com 47 Light Cond" w:hAnsi="Univers Com 47 Light Cond" w:cs="Arial"/>
          <w:sz w:val="22"/>
          <w:szCs w:val="22"/>
        </w:rPr>
      </w:pPr>
      <w:r w:rsidRPr="00E607A2">
        <w:rPr>
          <w:rFonts w:ascii="Univers Com 47 Light Cond" w:hAnsi="Univers Com 47 Light Cond" w:cs="Arial"/>
          <w:sz w:val="22"/>
          <w:szCs w:val="22"/>
        </w:rPr>
        <w:t>Durch die klare Kontur der Duschrinne sind die ausschließlich gerade Fliesenschnitte erforderlich.</w:t>
      </w:r>
    </w:p>
    <w:p w:rsidR="00FF595C" w:rsidRPr="00117858" w:rsidRDefault="00FF595C" w:rsidP="00FF595C">
      <w:pPr>
        <w:rPr>
          <w:rFonts w:ascii="Univers Com 47 Light Cond" w:hAnsi="Univers Com 47 Light Cond" w:cs="Arial"/>
        </w:rPr>
      </w:pPr>
    </w:p>
    <w:p w:rsidR="00FF595C" w:rsidRPr="00FF595C" w:rsidRDefault="00FF595C" w:rsidP="00FF595C">
      <w:pPr>
        <w:rPr>
          <w:rFonts w:ascii="Univers Com 47 Light Cond" w:hAnsi="Univers Com 47 Light Cond" w:cs="Arial"/>
          <w:lang w:val="en-GB"/>
        </w:rPr>
      </w:pPr>
      <w:proofErr w:type="spellStart"/>
      <w:r w:rsidRPr="00FF595C">
        <w:rPr>
          <w:rFonts w:ascii="Univers Com 47 Light Cond" w:hAnsi="Univers Com 47 Light Cond" w:cs="Arial"/>
          <w:lang w:val="en-GB"/>
        </w:rPr>
        <w:t>Foto</w:t>
      </w:r>
      <w:proofErr w:type="spellEnd"/>
      <w:r w:rsidRPr="00FF595C">
        <w:rPr>
          <w:rFonts w:ascii="Univers Com 47 Light Cond" w:hAnsi="Univers Com 47 Light Cond" w:cs="Arial"/>
          <w:lang w:val="en-GB"/>
        </w:rPr>
        <w:t xml:space="preserve">: </w:t>
      </w:r>
      <w:proofErr w:type="spellStart"/>
      <w:r w:rsidRPr="00FF595C">
        <w:rPr>
          <w:rFonts w:ascii="Univers Com 47 Light Cond" w:hAnsi="Univers Com 47 Light Cond" w:cs="Arial"/>
          <w:lang w:val="en-GB"/>
        </w:rPr>
        <w:t>Dallmer</w:t>
      </w:r>
      <w:proofErr w:type="spellEnd"/>
      <w:r w:rsidRPr="00FF595C">
        <w:rPr>
          <w:rFonts w:ascii="Univers Com 47 Light Cond" w:hAnsi="Univers Com 47 Light Cond" w:cs="Arial"/>
          <w:lang w:val="en-GB"/>
        </w:rPr>
        <w:t xml:space="preserve"> GmbH + Co. KG</w:t>
      </w:r>
    </w:p>
    <w:bookmarkEnd w:id="2"/>
    <w:p w:rsidR="00FF595C" w:rsidRDefault="00FF595C" w:rsidP="00091DB9">
      <w:pPr>
        <w:rPr>
          <w:rFonts w:ascii="Univers Com 47 Light Cond" w:hAnsi="Univers Com 47 Light Cond" w:cs="Arial"/>
          <w:lang w:val="en-GB"/>
        </w:rPr>
      </w:pPr>
    </w:p>
    <w:p w:rsidR="00087E3F" w:rsidRDefault="00087E3F" w:rsidP="00091DB9">
      <w:pPr>
        <w:rPr>
          <w:rFonts w:ascii="Univers Com 47 Light Cond" w:hAnsi="Univers Com 47 Light Cond" w:cs="Arial"/>
          <w:lang w:val="en-GB"/>
        </w:rPr>
      </w:pPr>
    </w:p>
    <w:p w:rsidR="00087E3F" w:rsidRDefault="00087E3F" w:rsidP="00091DB9">
      <w:pPr>
        <w:rPr>
          <w:rFonts w:ascii="Univers Com 47 Light Cond" w:hAnsi="Univers Com 47 Light Cond" w:cs="Arial"/>
          <w:lang w:val="en-GB"/>
        </w:rPr>
      </w:pPr>
    </w:p>
    <w:p w:rsidR="00087E3F" w:rsidRDefault="002A19B3" w:rsidP="00091DB9">
      <w:pPr>
        <w:rPr>
          <w:rFonts w:ascii="Univers Com 47 Light Cond" w:hAnsi="Univers Com 47 Light Cond" w:cs="Arial"/>
          <w:lang w:val="en-GB"/>
        </w:rPr>
      </w:pPr>
      <w:r>
        <w:rPr>
          <w:rFonts w:ascii="Univers Com 47 Light Cond" w:hAnsi="Univers Com 47 Light Cond" w:cs="Arial"/>
          <w:noProof/>
          <w:lang w:val="en-GB"/>
        </w:rPr>
        <w:drawing>
          <wp:inline distT="0" distB="0" distL="0" distR="0" wp14:anchorId="0405EC5A" wp14:editId="7248EF8A">
            <wp:extent cx="2621280" cy="1888863"/>
            <wp:effectExtent l="0" t="0" r="762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623745" cy="1890639"/>
                    </a:xfrm>
                    <a:prstGeom prst="rect">
                      <a:avLst/>
                    </a:prstGeom>
                    <a:noFill/>
                    <a:ln>
                      <a:noFill/>
                    </a:ln>
                  </pic:spPr>
                </pic:pic>
              </a:graphicData>
            </a:graphic>
          </wp:inline>
        </w:drawing>
      </w:r>
    </w:p>
    <w:p w:rsidR="00087E3F" w:rsidRDefault="00087E3F" w:rsidP="00FF595C">
      <w:pPr>
        <w:rPr>
          <w:rFonts w:ascii="Univers Com 47 Light Cond" w:hAnsi="Univers Com 47 Light Cond" w:cs="Arial"/>
          <w:lang w:val="en-GB"/>
        </w:rPr>
      </w:pPr>
    </w:p>
    <w:p w:rsidR="00FF595C" w:rsidRPr="00117858" w:rsidRDefault="00FF595C" w:rsidP="00FF595C">
      <w:pPr>
        <w:rPr>
          <w:rFonts w:ascii="Univers Com 47 Light Cond" w:hAnsi="Univers Com 47 Light Cond" w:cs="Arial"/>
        </w:rPr>
      </w:pPr>
      <w:r w:rsidRPr="00117858">
        <w:rPr>
          <w:rFonts w:ascii="Univers Com 47 Light Cond" w:hAnsi="Univers Com 47 Light Cond" w:cs="Arial"/>
        </w:rPr>
        <w:t>Dallmer_CeraFloor_Individual_Neo_04.jpg</w:t>
      </w:r>
    </w:p>
    <w:p w:rsidR="00FF595C" w:rsidRPr="00117858" w:rsidRDefault="00FF595C" w:rsidP="00FF595C">
      <w:pPr>
        <w:rPr>
          <w:rFonts w:ascii="Univers Com 47 Light Cond" w:hAnsi="Univers Com 47 Light Cond" w:cs="Arial"/>
        </w:rPr>
      </w:pPr>
    </w:p>
    <w:p w:rsidR="00FF595C" w:rsidRPr="00E607A2" w:rsidRDefault="00117858" w:rsidP="00FF595C">
      <w:pPr>
        <w:rPr>
          <w:rFonts w:ascii="Univers Com 47 Light Cond" w:hAnsi="Univers Com 47 Light Cond" w:cs="Arial"/>
          <w:sz w:val="22"/>
          <w:szCs w:val="22"/>
        </w:rPr>
      </w:pPr>
      <w:r w:rsidRPr="00E607A2">
        <w:rPr>
          <w:rFonts w:ascii="Univers Com 47 Light Cond" w:hAnsi="Univers Com 47 Light Cond" w:cs="Arial"/>
          <w:sz w:val="22"/>
          <w:szCs w:val="22"/>
        </w:rPr>
        <w:t xml:space="preserve">Mit ihrem minimalistischen Look integriert sich die neue Duschrinne </w:t>
      </w:r>
      <w:proofErr w:type="spellStart"/>
      <w:r w:rsidRPr="00E607A2">
        <w:rPr>
          <w:rFonts w:ascii="Univers Com 47 Light Cond" w:hAnsi="Univers Com 47 Light Cond" w:cs="Arial"/>
          <w:sz w:val="22"/>
          <w:szCs w:val="22"/>
        </w:rPr>
        <w:t>CeraFloor</w:t>
      </w:r>
      <w:proofErr w:type="spellEnd"/>
      <w:r w:rsidRPr="00E607A2">
        <w:rPr>
          <w:rFonts w:ascii="Univers Com 47 Light Cond" w:hAnsi="Univers Com 47 Light Cond" w:cs="Arial"/>
          <w:sz w:val="22"/>
          <w:szCs w:val="22"/>
        </w:rPr>
        <w:t xml:space="preserve"> Individual </w:t>
      </w:r>
      <w:proofErr w:type="spellStart"/>
      <w:r w:rsidRPr="00E607A2">
        <w:rPr>
          <w:rFonts w:ascii="Univers Com 47 Light Cond" w:hAnsi="Univers Com 47 Light Cond" w:cs="Arial"/>
          <w:sz w:val="22"/>
          <w:szCs w:val="22"/>
        </w:rPr>
        <w:t>Neo</w:t>
      </w:r>
      <w:proofErr w:type="spellEnd"/>
      <w:r w:rsidRPr="00E607A2">
        <w:rPr>
          <w:rFonts w:ascii="Univers Com 47 Light Cond" w:hAnsi="Univers Com 47 Light Cond" w:cs="Arial"/>
          <w:sz w:val="22"/>
          <w:szCs w:val="22"/>
        </w:rPr>
        <w:t xml:space="preserve"> homogen und nahezu unsichtbar in die Duschfläche.</w:t>
      </w:r>
    </w:p>
    <w:p w:rsidR="00FF595C" w:rsidRPr="00117858" w:rsidRDefault="00FF595C" w:rsidP="00FF595C">
      <w:pPr>
        <w:rPr>
          <w:rFonts w:ascii="Univers Com 47 Light Cond" w:hAnsi="Univers Com 47 Light Cond" w:cs="Arial"/>
        </w:rPr>
      </w:pPr>
    </w:p>
    <w:p w:rsidR="00FF595C" w:rsidRPr="00FF595C" w:rsidRDefault="00FF595C" w:rsidP="00FF595C">
      <w:pPr>
        <w:rPr>
          <w:rFonts w:ascii="Univers Com 47 Light Cond" w:hAnsi="Univers Com 47 Light Cond" w:cs="Arial"/>
          <w:lang w:val="en-GB"/>
        </w:rPr>
      </w:pPr>
      <w:proofErr w:type="spellStart"/>
      <w:r w:rsidRPr="00FF595C">
        <w:rPr>
          <w:rFonts w:ascii="Univers Com 47 Light Cond" w:hAnsi="Univers Com 47 Light Cond" w:cs="Arial"/>
          <w:lang w:val="en-GB"/>
        </w:rPr>
        <w:t>Foto</w:t>
      </w:r>
      <w:proofErr w:type="spellEnd"/>
      <w:r w:rsidRPr="00FF595C">
        <w:rPr>
          <w:rFonts w:ascii="Univers Com 47 Light Cond" w:hAnsi="Univers Com 47 Light Cond" w:cs="Arial"/>
          <w:lang w:val="en-GB"/>
        </w:rPr>
        <w:t xml:space="preserve">: </w:t>
      </w:r>
      <w:proofErr w:type="spellStart"/>
      <w:r w:rsidRPr="00FF595C">
        <w:rPr>
          <w:rFonts w:ascii="Univers Com 47 Light Cond" w:hAnsi="Univers Com 47 Light Cond" w:cs="Arial"/>
          <w:lang w:val="en-GB"/>
        </w:rPr>
        <w:t>Dallmer</w:t>
      </w:r>
      <w:proofErr w:type="spellEnd"/>
      <w:r w:rsidRPr="00FF595C">
        <w:rPr>
          <w:rFonts w:ascii="Univers Com 47 Light Cond" w:hAnsi="Univers Com 47 Light Cond" w:cs="Arial"/>
          <w:lang w:val="en-GB"/>
        </w:rPr>
        <w:t xml:space="preserve"> GmbH + Co. KG</w:t>
      </w:r>
    </w:p>
    <w:p w:rsidR="00FF595C" w:rsidRDefault="00FF595C" w:rsidP="00091DB9">
      <w:pPr>
        <w:rPr>
          <w:rFonts w:ascii="Univers Com 47 Light Cond" w:hAnsi="Univers Com 47 Light Cond" w:cs="Arial"/>
          <w:lang w:val="en-GB"/>
        </w:rPr>
      </w:pPr>
    </w:p>
    <w:p w:rsidR="002A19B3" w:rsidRPr="00FF595C" w:rsidRDefault="002A19B3" w:rsidP="00091DB9">
      <w:pPr>
        <w:rPr>
          <w:rFonts w:ascii="Univers Com 47 Light Cond" w:hAnsi="Univers Com 47 Light Cond" w:cs="Arial"/>
          <w:lang w:val="en-GB"/>
        </w:rPr>
      </w:pPr>
    </w:p>
    <w:p w:rsidR="00FF595C" w:rsidRDefault="00CC2616" w:rsidP="00091DB9">
      <w:pPr>
        <w:rPr>
          <w:rFonts w:ascii="Univers Com 47 Light Cond" w:hAnsi="Univers Com 47 Light Cond" w:cs="Arial"/>
          <w:lang w:val="en-GB"/>
        </w:rPr>
      </w:pPr>
      <w:r>
        <w:rPr>
          <w:rFonts w:ascii="Univers Com 47 Light Cond" w:hAnsi="Univers Com 47 Light Cond" w:cs="Arial"/>
          <w:noProof/>
          <w:lang w:val="en-GB"/>
        </w:rPr>
        <w:lastRenderedPageBreak/>
        <w:drawing>
          <wp:inline distT="0" distB="0" distL="0" distR="0" wp14:anchorId="30F38768" wp14:editId="099E6D10">
            <wp:extent cx="2773680" cy="1998681"/>
            <wp:effectExtent l="0" t="0" r="7620" b="190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774586" cy="1999334"/>
                    </a:xfrm>
                    <a:prstGeom prst="rect">
                      <a:avLst/>
                    </a:prstGeom>
                    <a:noFill/>
                    <a:ln>
                      <a:noFill/>
                    </a:ln>
                  </pic:spPr>
                </pic:pic>
              </a:graphicData>
            </a:graphic>
          </wp:inline>
        </w:drawing>
      </w:r>
    </w:p>
    <w:p w:rsidR="00FF595C" w:rsidRDefault="00FF595C" w:rsidP="00091DB9">
      <w:pPr>
        <w:rPr>
          <w:rFonts w:ascii="Univers Com 47 Light Cond" w:hAnsi="Univers Com 47 Light Cond" w:cs="Arial"/>
          <w:lang w:val="en-GB"/>
        </w:rPr>
      </w:pPr>
    </w:p>
    <w:p w:rsidR="00FF595C" w:rsidRPr="00EF4156" w:rsidRDefault="00FF595C" w:rsidP="00FF595C">
      <w:pPr>
        <w:rPr>
          <w:rFonts w:ascii="Univers Com 47 Light Cond" w:hAnsi="Univers Com 47 Light Cond" w:cs="Arial"/>
        </w:rPr>
      </w:pPr>
      <w:r w:rsidRPr="00EF4156">
        <w:rPr>
          <w:rFonts w:ascii="Univers Com 47 Light Cond" w:hAnsi="Univers Com 47 Light Cond" w:cs="Arial"/>
        </w:rPr>
        <w:t>Dallmer_CeraFloor_Individual_Neo_0</w:t>
      </w:r>
      <w:r w:rsidR="009D7DFD" w:rsidRPr="00EF4156">
        <w:rPr>
          <w:rFonts w:ascii="Univers Com 47 Light Cond" w:hAnsi="Univers Com 47 Light Cond" w:cs="Arial"/>
        </w:rPr>
        <w:t>5</w:t>
      </w:r>
      <w:r w:rsidRPr="00EF4156">
        <w:rPr>
          <w:rFonts w:ascii="Univers Com 47 Light Cond" w:hAnsi="Univers Com 47 Light Cond" w:cs="Arial"/>
        </w:rPr>
        <w:t>.jpg</w:t>
      </w:r>
    </w:p>
    <w:p w:rsidR="00FF595C" w:rsidRPr="00EF4156" w:rsidRDefault="00FF595C" w:rsidP="00FF595C">
      <w:pPr>
        <w:rPr>
          <w:rFonts w:ascii="Univers Com 47 Light Cond" w:hAnsi="Univers Com 47 Light Cond" w:cs="Arial"/>
        </w:rPr>
      </w:pPr>
    </w:p>
    <w:p w:rsidR="00FF595C" w:rsidRPr="00E607A2" w:rsidRDefault="00EF4156" w:rsidP="00FF595C">
      <w:pPr>
        <w:rPr>
          <w:rFonts w:ascii="Univers Com 47 Light Cond" w:hAnsi="Univers Com 47 Light Cond" w:cs="Arial"/>
          <w:sz w:val="22"/>
          <w:szCs w:val="22"/>
        </w:rPr>
      </w:pPr>
      <w:r w:rsidRPr="00E607A2">
        <w:rPr>
          <w:rFonts w:ascii="Univers Com 47 Light Cond" w:hAnsi="Univers Com 47 Light Cond" w:cs="Arial"/>
          <w:sz w:val="22"/>
          <w:szCs w:val="22"/>
        </w:rPr>
        <w:t>Für Architekten und Planer eröffnen sich neue kreative Gestaltungsmöglichkeiten für Duschplätze mit einer Breite bis zu 1,50 m</w:t>
      </w:r>
    </w:p>
    <w:p w:rsidR="00FF595C" w:rsidRPr="00EF4156" w:rsidRDefault="00FF595C" w:rsidP="00FF595C">
      <w:pPr>
        <w:rPr>
          <w:rFonts w:ascii="Univers Com 47 Light Cond" w:hAnsi="Univers Com 47 Light Cond" w:cs="Arial"/>
        </w:rPr>
      </w:pPr>
    </w:p>
    <w:p w:rsidR="00FF595C" w:rsidRDefault="00FF595C" w:rsidP="00FF595C">
      <w:pPr>
        <w:rPr>
          <w:rFonts w:ascii="Univers Com 47 Light Cond" w:hAnsi="Univers Com 47 Light Cond" w:cs="Arial"/>
          <w:lang w:val="en-GB"/>
        </w:rPr>
      </w:pPr>
      <w:proofErr w:type="spellStart"/>
      <w:r w:rsidRPr="00FF595C">
        <w:rPr>
          <w:rFonts w:ascii="Univers Com 47 Light Cond" w:hAnsi="Univers Com 47 Light Cond" w:cs="Arial"/>
          <w:lang w:val="en-GB"/>
        </w:rPr>
        <w:t>Foto</w:t>
      </w:r>
      <w:proofErr w:type="spellEnd"/>
      <w:r w:rsidRPr="00FF595C">
        <w:rPr>
          <w:rFonts w:ascii="Univers Com 47 Light Cond" w:hAnsi="Univers Com 47 Light Cond" w:cs="Arial"/>
          <w:lang w:val="en-GB"/>
        </w:rPr>
        <w:t xml:space="preserve">: </w:t>
      </w:r>
      <w:proofErr w:type="spellStart"/>
      <w:r w:rsidRPr="00FF595C">
        <w:rPr>
          <w:rFonts w:ascii="Univers Com 47 Light Cond" w:hAnsi="Univers Com 47 Light Cond" w:cs="Arial"/>
          <w:lang w:val="en-GB"/>
        </w:rPr>
        <w:t>Dallmer</w:t>
      </w:r>
      <w:proofErr w:type="spellEnd"/>
      <w:r w:rsidRPr="00FF595C">
        <w:rPr>
          <w:rFonts w:ascii="Univers Com 47 Light Cond" w:hAnsi="Univers Com 47 Light Cond" w:cs="Arial"/>
          <w:lang w:val="en-GB"/>
        </w:rPr>
        <w:t xml:space="preserve"> GmbH + Co. KG</w:t>
      </w:r>
    </w:p>
    <w:p w:rsidR="00FF595C" w:rsidRDefault="00FF595C" w:rsidP="00091DB9">
      <w:pPr>
        <w:rPr>
          <w:rFonts w:ascii="Univers Com 47 Light Cond" w:hAnsi="Univers Com 47 Light Cond" w:cs="Arial"/>
          <w:lang w:val="en-GB"/>
        </w:rPr>
      </w:pPr>
    </w:p>
    <w:p w:rsidR="00FF595C" w:rsidRDefault="00FF595C" w:rsidP="00091DB9">
      <w:pPr>
        <w:rPr>
          <w:rFonts w:ascii="Univers Com 47 Light Cond" w:hAnsi="Univers Com 47 Light Cond" w:cs="Arial"/>
          <w:lang w:val="en-GB"/>
        </w:rPr>
      </w:pPr>
    </w:p>
    <w:p w:rsidR="002A19B3" w:rsidRDefault="00C81F31" w:rsidP="00091DB9">
      <w:pPr>
        <w:rPr>
          <w:rFonts w:ascii="Univers Com 47 Light Cond" w:hAnsi="Univers Com 47 Light Cond" w:cs="Arial"/>
          <w:lang w:val="en-GB"/>
        </w:rPr>
      </w:pPr>
      <w:r>
        <w:rPr>
          <w:rFonts w:ascii="Univers Com 47 Light Cond" w:hAnsi="Univers Com 47 Light Cond" w:cs="Arial"/>
          <w:noProof/>
          <w:lang w:val="en-GB"/>
        </w:rPr>
        <w:drawing>
          <wp:inline distT="0" distB="0" distL="0" distR="0" wp14:anchorId="229A1DF0" wp14:editId="0D7B5097">
            <wp:extent cx="2819400" cy="2031625"/>
            <wp:effectExtent l="0" t="0" r="0" b="698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826831" cy="2036980"/>
                    </a:xfrm>
                    <a:prstGeom prst="rect">
                      <a:avLst/>
                    </a:prstGeom>
                    <a:noFill/>
                    <a:ln>
                      <a:noFill/>
                    </a:ln>
                  </pic:spPr>
                </pic:pic>
              </a:graphicData>
            </a:graphic>
          </wp:inline>
        </w:drawing>
      </w:r>
    </w:p>
    <w:p w:rsidR="00E54646" w:rsidRDefault="00E54646" w:rsidP="00091DB9">
      <w:pPr>
        <w:rPr>
          <w:rFonts w:ascii="Univers Com 47 Light Cond" w:hAnsi="Univers Com 47 Light Cond" w:cs="Arial"/>
        </w:rPr>
      </w:pPr>
    </w:p>
    <w:p w:rsidR="001E0EF6" w:rsidRPr="00E607A2" w:rsidRDefault="001E0EF6" w:rsidP="001E0EF6">
      <w:pPr>
        <w:rPr>
          <w:rFonts w:ascii="Univers Com 47 Light Cond" w:hAnsi="Univers Com 47 Light Cond" w:cs="Arial"/>
        </w:rPr>
      </w:pPr>
      <w:r w:rsidRPr="00E607A2">
        <w:rPr>
          <w:rFonts w:ascii="Univers Com 47 Light Cond" w:hAnsi="Univers Com 47 Light Cond" w:cs="Arial"/>
        </w:rPr>
        <w:t>Dallmer_</w:t>
      </w:r>
      <w:r w:rsidR="004B60F0" w:rsidRPr="00E607A2">
        <w:rPr>
          <w:rFonts w:ascii="Univers Com 47 Light Cond" w:hAnsi="Univers Com 47 Light Cond" w:cs="Arial"/>
        </w:rPr>
        <w:t>CeraWall_Individual_Neo_0</w:t>
      </w:r>
      <w:r w:rsidR="002A19B3" w:rsidRPr="00E607A2">
        <w:rPr>
          <w:rFonts w:ascii="Univers Com 47 Light Cond" w:hAnsi="Univers Com 47 Light Cond" w:cs="Arial"/>
        </w:rPr>
        <w:t>1</w:t>
      </w:r>
      <w:r w:rsidRPr="00E607A2">
        <w:rPr>
          <w:rFonts w:ascii="Univers Com 47 Light Cond" w:hAnsi="Univers Com 47 Light Cond" w:cs="Arial"/>
        </w:rPr>
        <w:t>.jpg</w:t>
      </w:r>
    </w:p>
    <w:p w:rsidR="001E0EF6" w:rsidRPr="00E607A2" w:rsidRDefault="001E0EF6" w:rsidP="001E0EF6">
      <w:pPr>
        <w:rPr>
          <w:rFonts w:ascii="Univers Com 47 Light Cond" w:hAnsi="Univers Com 47 Light Cond" w:cs="Arial"/>
        </w:rPr>
      </w:pPr>
    </w:p>
    <w:p w:rsidR="00C602AF" w:rsidRPr="00E607A2" w:rsidRDefault="00C602AF" w:rsidP="001E0EF6">
      <w:pPr>
        <w:rPr>
          <w:rFonts w:ascii="Univers Com 47 Light Cond" w:hAnsi="Univers Com 47 Light Cond" w:cs="Arial"/>
          <w:sz w:val="22"/>
          <w:szCs w:val="22"/>
        </w:rPr>
      </w:pPr>
      <w:r w:rsidRPr="00E607A2">
        <w:rPr>
          <w:rFonts w:ascii="Univers Com 47 Light Cond" w:hAnsi="Univers Com 47 Light Cond" w:cs="Arial"/>
          <w:sz w:val="22"/>
          <w:szCs w:val="22"/>
        </w:rPr>
        <w:t xml:space="preserve">Durch ihr puristisches Design mit dezenter Wandaufkantung verschmilzt die Duschrinne </w:t>
      </w:r>
      <w:proofErr w:type="spellStart"/>
      <w:r w:rsidRPr="00E607A2">
        <w:rPr>
          <w:rFonts w:ascii="Univers Com 47 Light Cond" w:hAnsi="Univers Com 47 Light Cond" w:cs="Arial"/>
          <w:sz w:val="22"/>
          <w:szCs w:val="22"/>
        </w:rPr>
        <w:t>CeraWall</w:t>
      </w:r>
      <w:proofErr w:type="spellEnd"/>
      <w:r w:rsidRPr="00E607A2">
        <w:rPr>
          <w:rFonts w:ascii="Univers Com 47 Light Cond" w:hAnsi="Univers Com 47 Light Cond" w:cs="Arial"/>
          <w:sz w:val="22"/>
          <w:szCs w:val="22"/>
        </w:rPr>
        <w:t xml:space="preserve"> Individual </w:t>
      </w:r>
      <w:proofErr w:type="spellStart"/>
      <w:r w:rsidRPr="00E607A2">
        <w:rPr>
          <w:rFonts w:ascii="Univers Com 47 Light Cond" w:hAnsi="Univers Com 47 Light Cond" w:cs="Arial"/>
          <w:sz w:val="22"/>
          <w:szCs w:val="22"/>
        </w:rPr>
        <w:t>Neo</w:t>
      </w:r>
      <w:proofErr w:type="spellEnd"/>
      <w:r w:rsidRPr="00E607A2">
        <w:rPr>
          <w:rFonts w:ascii="Univers Com 47 Light Cond" w:hAnsi="Univers Com 47 Light Cond" w:cs="Arial"/>
          <w:sz w:val="22"/>
          <w:szCs w:val="22"/>
        </w:rPr>
        <w:t xml:space="preserve"> nahezu unsichtbar mit dem Übergang zwischen Wand und Boden.</w:t>
      </w:r>
    </w:p>
    <w:p w:rsidR="00C602AF" w:rsidRPr="001E0EF6" w:rsidRDefault="00C602AF" w:rsidP="001E0EF6">
      <w:pPr>
        <w:rPr>
          <w:rFonts w:ascii="Univers Com 47 Light Cond" w:hAnsi="Univers Com 47 Light Cond" w:cs="Arial"/>
        </w:rPr>
      </w:pPr>
    </w:p>
    <w:p w:rsidR="00DB4E09" w:rsidRDefault="001E0EF6" w:rsidP="001E0EF6">
      <w:pPr>
        <w:rPr>
          <w:rFonts w:ascii="Univers Com 47 Light Cond" w:hAnsi="Univers Com 47 Light Cond" w:cs="Arial"/>
        </w:rPr>
      </w:pPr>
      <w:r w:rsidRPr="001E0EF6">
        <w:rPr>
          <w:rFonts w:ascii="Univers Com 47 Light Cond" w:hAnsi="Univers Com 47 Light Cond" w:cs="Arial"/>
        </w:rPr>
        <w:t xml:space="preserve">Foto: </w:t>
      </w:r>
      <w:proofErr w:type="spellStart"/>
      <w:r w:rsidRPr="001E0EF6">
        <w:rPr>
          <w:rFonts w:ascii="Univers Com 47 Light Cond" w:hAnsi="Univers Com 47 Light Cond" w:cs="Arial"/>
        </w:rPr>
        <w:t>Dallmer</w:t>
      </w:r>
      <w:proofErr w:type="spellEnd"/>
      <w:r w:rsidRPr="001E0EF6">
        <w:rPr>
          <w:rFonts w:ascii="Univers Com 47 Light Cond" w:hAnsi="Univers Com 47 Light Cond" w:cs="Arial"/>
        </w:rPr>
        <w:t xml:space="preserve"> GmbH + Co. KG</w:t>
      </w:r>
    </w:p>
    <w:p w:rsidR="002A19B3" w:rsidRDefault="002A19B3" w:rsidP="001E0EF6">
      <w:pPr>
        <w:rPr>
          <w:rFonts w:ascii="Univers Com 47 Light Cond" w:hAnsi="Univers Com 47 Light Cond" w:cs="Arial"/>
        </w:rPr>
      </w:pPr>
    </w:p>
    <w:p w:rsidR="002A19B3" w:rsidRDefault="00C81F31" w:rsidP="001E0EF6">
      <w:pPr>
        <w:rPr>
          <w:rFonts w:ascii="Univers Com 47 Light Cond" w:hAnsi="Univers Com 47 Light Cond" w:cs="Arial"/>
        </w:rPr>
      </w:pPr>
      <w:r>
        <w:rPr>
          <w:rFonts w:ascii="Univers Com 47 Light Cond" w:hAnsi="Univers Com 47 Light Cond" w:cs="Arial"/>
          <w:noProof/>
          <w:lang w:val="en-GB"/>
        </w:rPr>
        <w:drawing>
          <wp:inline distT="0" distB="0" distL="0" distR="0" wp14:anchorId="4288B3F9" wp14:editId="116D2BE8">
            <wp:extent cx="2766060" cy="1993190"/>
            <wp:effectExtent l="0" t="0" r="0" b="762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770741" cy="1996563"/>
                    </a:xfrm>
                    <a:prstGeom prst="rect">
                      <a:avLst/>
                    </a:prstGeom>
                    <a:noFill/>
                    <a:ln>
                      <a:noFill/>
                    </a:ln>
                  </pic:spPr>
                </pic:pic>
              </a:graphicData>
            </a:graphic>
          </wp:inline>
        </w:drawing>
      </w:r>
    </w:p>
    <w:p w:rsidR="002A19B3" w:rsidRDefault="002A19B3" w:rsidP="001E0EF6">
      <w:pPr>
        <w:rPr>
          <w:rFonts w:ascii="Univers Com 47 Light Cond" w:hAnsi="Univers Com 47 Light Cond" w:cs="Arial"/>
        </w:rPr>
      </w:pPr>
    </w:p>
    <w:p w:rsidR="002A19B3" w:rsidRPr="002A19B3" w:rsidRDefault="002A19B3" w:rsidP="002A19B3">
      <w:pPr>
        <w:rPr>
          <w:rFonts w:ascii="Univers Com 47 Light Cond" w:hAnsi="Univers Com 47 Light Cond" w:cs="Arial"/>
        </w:rPr>
      </w:pPr>
      <w:r w:rsidRPr="002A19B3">
        <w:rPr>
          <w:rFonts w:ascii="Univers Com 47 Light Cond" w:hAnsi="Univers Com 47 Light Cond" w:cs="Arial"/>
        </w:rPr>
        <w:t>Dallmer_CeraWall_Individual_Neo_0</w:t>
      </w:r>
      <w:r>
        <w:rPr>
          <w:rFonts w:ascii="Univers Com 47 Light Cond" w:hAnsi="Univers Com 47 Light Cond" w:cs="Arial"/>
        </w:rPr>
        <w:t>2</w:t>
      </w:r>
      <w:r w:rsidRPr="002A19B3">
        <w:rPr>
          <w:rFonts w:ascii="Univers Com 47 Light Cond" w:hAnsi="Univers Com 47 Light Cond" w:cs="Arial"/>
        </w:rPr>
        <w:t>.jpg</w:t>
      </w:r>
    </w:p>
    <w:p w:rsidR="002A19B3" w:rsidRPr="002A19B3" w:rsidRDefault="002A19B3" w:rsidP="002A19B3">
      <w:pPr>
        <w:rPr>
          <w:rFonts w:ascii="Univers Com 47 Light Cond" w:hAnsi="Univers Com 47 Light Cond" w:cs="Arial"/>
        </w:rPr>
      </w:pPr>
    </w:p>
    <w:p w:rsidR="002A19B3" w:rsidRPr="00E607A2" w:rsidRDefault="0044772D" w:rsidP="002A19B3">
      <w:pPr>
        <w:rPr>
          <w:rFonts w:ascii="Univers Com 47 Light Cond" w:hAnsi="Univers Com 47 Light Cond" w:cs="Arial"/>
          <w:sz w:val="22"/>
          <w:szCs w:val="22"/>
        </w:rPr>
      </w:pPr>
      <w:r w:rsidRPr="00E607A2">
        <w:rPr>
          <w:rFonts w:ascii="Univers Com 47 Light Cond" w:hAnsi="Univers Com 47 Light Cond" w:cs="Arial"/>
          <w:sz w:val="22"/>
          <w:szCs w:val="22"/>
        </w:rPr>
        <w:t xml:space="preserve">Als Pendant zu der in der Duschfläche positionierten </w:t>
      </w:r>
      <w:proofErr w:type="spellStart"/>
      <w:r w:rsidRPr="00E607A2">
        <w:rPr>
          <w:rFonts w:ascii="Univers Com 47 Light Cond" w:hAnsi="Univers Com 47 Light Cond" w:cs="Arial"/>
          <w:sz w:val="22"/>
          <w:szCs w:val="22"/>
        </w:rPr>
        <w:t>CeraFloor</w:t>
      </w:r>
      <w:proofErr w:type="spellEnd"/>
      <w:r w:rsidRPr="00E607A2">
        <w:rPr>
          <w:rFonts w:ascii="Univers Com 47 Light Cond" w:hAnsi="Univers Com 47 Light Cond" w:cs="Arial"/>
          <w:sz w:val="22"/>
          <w:szCs w:val="22"/>
        </w:rPr>
        <w:t xml:space="preserve"> Individual </w:t>
      </w:r>
      <w:proofErr w:type="spellStart"/>
      <w:r w:rsidRPr="00E607A2">
        <w:rPr>
          <w:rFonts w:ascii="Univers Com 47 Light Cond" w:hAnsi="Univers Com 47 Light Cond" w:cs="Arial"/>
          <w:sz w:val="22"/>
          <w:szCs w:val="22"/>
        </w:rPr>
        <w:t>Neo</w:t>
      </w:r>
      <w:proofErr w:type="spellEnd"/>
      <w:r w:rsidRPr="00E607A2">
        <w:rPr>
          <w:rFonts w:ascii="Univers Com 47 Light Cond" w:hAnsi="Univers Com 47 Light Cond" w:cs="Arial"/>
          <w:sz w:val="22"/>
          <w:szCs w:val="22"/>
        </w:rPr>
        <w:t xml:space="preserve"> bietet die </w:t>
      </w:r>
      <w:proofErr w:type="spellStart"/>
      <w:r w:rsidRPr="00E607A2">
        <w:rPr>
          <w:rFonts w:ascii="Univers Com 47 Light Cond" w:hAnsi="Univers Com 47 Light Cond" w:cs="Arial"/>
          <w:sz w:val="22"/>
          <w:szCs w:val="22"/>
        </w:rPr>
        <w:t>CeraWall</w:t>
      </w:r>
      <w:proofErr w:type="spellEnd"/>
      <w:r w:rsidRPr="00E607A2">
        <w:rPr>
          <w:rFonts w:ascii="Univers Com 47 Light Cond" w:hAnsi="Univers Com 47 Light Cond" w:cs="Arial"/>
          <w:sz w:val="22"/>
          <w:szCs w:val="22"/>
        </w:rPr>
        <w:t xml:space="preserve"> Individual </w:t>
      </w:r>
      <w:proofErr w:type="spellStart"/>
      <w:r w:rsidRPr="00E607A2">
        <w:rPr>
          <w:rFonts w:ascii="Univers Com 47 Light Cond" w:hAnsi="Univers Com 47 Light Cond" w:cs="Arial"/>
          <w:sz w:val="22"/>
          <w:szCs w:val="22"/>
        </w:rPr>
        <w:t>Neo</w:t>
      </w:r>
      <w:proofErr w:type="spellEnd"/>
      <w:r w:rsidRPr="00E607A2">
        <w:rPr>
          <w:rFonts w:ascii="Univers Com 47 Light Cond" w:hAnsi="Univers Com 47 Light Cond" w:cs="Arial"/>
          <w:sz w:val="22"/>
          <w:szCs w:val="22"/>
        </w:rPr>
        <w:t xml:space="preserve"> eine perfekte Wandlösung.</w:t>
      </w:r>
    </w:p>
    <w:p w:rsidR="002A19B3" w:rsidRPr="002A19B3" w:rsidRDefault="002A19B3" w:rsidP="002A19B3">
      <w:pPr>
        <w:rPr>
          <w:rFonts w:ascii="Univers Com 47 Light Cond" w:hAnsi="Univers Com 47 Light Cond" w:cs="Arial"/>
        </w:rPr>
      </w:pPr>
    </w:p>
    <w:p w:rsidR="002A19B3" w:rsidRDefault="002A19B3" w:rsidP="002A19B3">
      <w:pPr>
        <w:rPr>
          <w:rFonts w:ascii="Univers Com 47 Light Cond" w:hAnsi="Univers Com 47 Light Cond" w:cs="Arial"/>
        </w:rPr>
      </w:pPr>
      <w:r w:rsidRPr="002A19B3">
        <w:rPr>
          <w:rFonts w:ascii="Univers Com 47 Light Cond" w:hAnsi="Univers Com 47 Light Cond" w:cs="Arial"/>
        </w:rPr>
        <w:t xml:space="preserve">Foto: </w:t>
      </w:r>
      <w:proofErr w:type="spellStart"/>
      <w:r w:rsidRPr="002A19B3">
        <w:rPr>
          <w:rFonts w:ascii="Univers Com 47 Light Cond" w:hAnsi="Univers Com 47 Light Cond" w:cs="Arial"/>
        </w:rPr>
        <w:t>Dallmer</w:t>
      </w:r>
      <w:proofErr w:type="spellEnd"/>
      <w:r w:rsidRPr="002A19B3">
        <w:rPr>
          <w:rFonts w:ascii="Univers Com 47 Light Cond" w:hAnsi="Univers Com 47 Light Cond" w:cs="Arial"/>
        </w:rPr>
        <w:t xml:space="preserve"> GmbH + Co. KG</w:t>
      </w:r>
    </w:p>
    <w:p w:rsidR="00C81F31" w:rsidRDefault="00C81F31" w:rsidP="002A19B3">
      <w:pPr>
        <w:rPr>
          <w:rFonts w:ascii="Univers Com 47 Light Cond" w:hAnsi="Univers Com 47 Light Cond" w:cs="Arial"/>
        </w:rPr>
      </w:pPr>
    </w:p>
    <w:p w:rsidR="00C81F31" w:rsidRDefault="00C81F31" w:rsidP="002A19B3">
      <w:pPr>
        <w:rPr>
          <w:rFonts w:ascii="Univers Com 47 Light Cond" w:hAnsi="Univers Com 47 Light Cond" w:cs="Arial"/>
        </w:rPr>
      </w:pPr>
      <w:r>
        <w:rPr>
          <w:rFonts w:ascii="Univers Com 47 Light Cond" w:hAnsi="Univers Com 47 Light Cond" w:cs="Arial"/>
          <w:noProof/>
        </w:rPr>
        <w:drawing>
          <wp:inline distT="0" distB="0" distL="0" distR="0">
            <wp:extent cx="1912620" cy="2654411"/>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1915245" cy="2658054"/>
                    </a:xfrm>
                    <a:prstGeom prst="rect">
                      <a:avLst/>
                    </a:prstGeom>
                    <a:noFill/>
                    <a:ln>
                      <a:noFill/>
                    </a:ln>
                  </pic:spPr>
                </pic:pic>
              </a:graphicData>
            </a:graphic>
          </wp:inline>
        </w:drawing>
      </w:r>
    </w:p>
    <w:p w:rsidR="002A19B3" w:rsidRDefault="002A19B3" w:rsidP="002A19B3">
      <w:pPr>
        <w:rPr>
          <w:rFonts w:ascii="Univers Com 47 Light Cond" w:hAnsi="Univers Com 47 Light Cond" w:cs="Arial"/>
        </w:rPr>
      </w:pPr>
    </w:p>
    <w:p w:rsidR="002A19B3" w:rsidRPr="00E607A2" w:rsidRDefault="002A19B3" w:rsidP="002A19B3">
      <w:pPr>
        <w:rPr>
          <w:rFonts w:ascii="Univers Com 47 Light Cond" w:hAnsi="Univers Com 47 Light Cond" w:cs="Arial"/>
        </w:rPr>
      </w:pPr>
      <w:r w:rsidRPr="00E607A2">
        <w:rPr>
          <w:rFonts w:ascii="Univers Com 47 Light Cond" w:hAnsi="Univers Com 47 Light Cond" w:cs="Arial"/>
        </w:rPr>
        <w:t>Dallmer_CeraWall_Individual_Neo_03.jpg</w:t>
      </w:r>
    </w:p>
    <w:p w:rsidR="002A19B3" w:rsidRPr="00E607A2" w:rsidRDefault="002A19B3" w:rsidP="002A19B3">
      <w:pPr>
        <w:rPr>
          <w:rFonts w:ascii="Univers Com 47 Light Cond" w:hAnsi="Univers Com 47 Light Cond" w:cs="Arial"/>
        </w:rPr>
      </w:pPr>
    </w:p>
    <w:p w:rsidR="002A19B3" w:rsidRPr="00E607A2" w:rsidRDefault="0044772D" w:rsidP="002A19B3">
      <w:pPr>
        <w:rPr>
          <w:rFonts w:ascii="Univers Com 47 Light Cond" w:hAnsi="Univers Com 47 Light Cond" w:cs="Arial"/>
          <w:sz w:val="22"/>
          <w:szCs w:val="22"/>
        </w:rPr>
      </w:pPr>
      <w:r w:rsidRPr="00E607A2">
        <w:rPr>
          <w:rFonts w:ascii="Univers Com 47 Light Cond" w:hAnsi="Univers Com 47 Light Cond" w:cs="Arial"/>
          <w:sz w:val="22"/>
          <w:szCs w:val="22"/>
        </w:rPr>
        <w:t xml:space="preserve">Gefertigt aus hochwertigem, massivem Edelstahl steht die neue Duschrinne </w:t>
      </w:r>
      <w:proofErr w:type="spellStart"/>
      <w:r w:rsidRPr="00E607A2">
        <w:rPr>
          <w:rFonts w:ascii="Univers Com 47 Light Cond" w:hAnsi="Univers Com 47 Light Cond" w:cs="Arial"/>
          <w:sz w:val="22"/>
          <w:szCs w:val="22"/>
        </w:rPr>
        <w:t>CeraWall</w:t>
      </w:r>
      <w:proofErr w:type="spellEnd"/>
      <w:r w:rsidRPr="00E607A2">
        <w:rPr>
          <w:rFonts w:ascii="Univers Com 47 Light Cond" w:hAnsi="Univers Com 47 Light Cond" w:cs="Arial"/>
          <w:sz w:val="22"/>
          <w:szCs w:val="22"/>
        </w:rPr>
        <w:t xml:space="preserve"> Individual </w:t>
      </w:r>
      <w:proofErr w:type="spellStart"/>
      <w:r w:rsidRPr="00E607A2">
        <w:rPr>
          <w:rFonts w:ascii="Univers Com 47 Light Cond" w:hAnsi="Univers Com 47 Light Cond" w:cs="Arial"/>
          <w:sz w:val="22"/>
          <w:szCs w:val="22"/>
        </w:rPr>
        <w:t>Neo</w:t>
      </w:r>
      <w:proofErr w:type="spellEnd"/>
      <w:r w:rsidRPr="00E607A2">
        <w:rPr>
          <w:rFonts w:ascii="Univers Com 47 Light Cond" w:hAnsi="Univers Com 47 Light Cond" w:cs="Arial"/>
          <w:sz w:val="22"/>
          <w:szCs w:val="22"/>
        </w:rPr>
        <w:t xml:space="preserve"> für hohen Designanspruch und Langlebigkeit.</w:t>
      </w:r>
    </w:p>
    <w:p w:rsidR="002A19B3" w:rsidRPr="0044772D" w:rsidRDefault="002A19B3" w:rsidP="002A19B3">
      <w:pPr>
        <w:rPr>
          <w:rFonts w:ascii="Univers Com 47 Light Cond" w:hAnsi="Univers Com 47 Light Cond" w:cs="Arial"/>
        </w:rPr>
      </w:pPr>
    </w:p>
    <w:p w:rsidR="002A19B3" w:rsidRPr="001235E7" w:rsidRDefault="002A19B3" w:rsidP="002A19B3">
      <w:pPr>
        <w:rPr>
          <w:rFonts w:ascii="Univers Com 47 Light Cond" w:hAnsi="Univers Com 47 Light Cond" w:cs="Arial"/>
          <w:lang w:val="en-GB"/>
        </w:rPr>
      </w:pPr>
      <w:proofErr w:type="spellStart"/>
      <w:r w:rsidRPr="001235E7">
        <w:rPr>
          <w:rFonts w:ascii="Univers Com 47 Light Cond" w:hAnsi="Univers Com 47 Light Cond" w:cs="Arial"/>
          <w:lang w:val="en-GB"/>
        </w:rPr>
        <w:t>Foto</w:t>
      </w:r>
      <w:proofErr w:type="spellEnd"/>
      <w:r w:rsidRPr="001235E7">
        <w:rPr>
          <w:rFonts w:ascii="Univers Com 47 Light Cond" w:hAnsi="Univers Com 47 Light Cond" w:cs="Arial"/>
          <w:lang w:val="en-GB"/>
        </w:rPr>
        <w:t xml:space="preserve">: </w:t>
      </w:r>
      <w:proofErr w:type="spellStart"/>
      <w:r w:rsidRPr="001235E7">
        <w:rPr>
          <w:rFonts w:ascii="Univers Com 47 Light Cond" w:hAnsi="Univers Com 47 Light Cond" w:cs="Arial"/>
          <w:lang w:val="en-GB"/>
        </w:rPr>
        <w:t>Dallmer</w:t>
      </w:r>
      <w:proofErr w:type="spellEnd"/>
      <w:r w:rsidRPr="001235E7">
        <w:rPr>
          <w:rFonts w:ascii="Univers Com 47 Light Cond" w:hAnsi="Univers Com 47 Light Cond" w:cs="Arial"/>
          <w:lang w:val="en-GB"/>
        </w:rPr>
        <w:t xml:space="preserve"> GmbH + Co. KG</w:t>
      </w:r>
    </w:p>
    <w:p w:rsidR="002A19B3" w:rsidRPr="001235E7" w:rsidRDefault="002A19B3" w:rsidP="002A19B3">
      <w:pPr>
        <w:rPr>
          <w:rFonts w:ascii="Univers Com 47 Light Cond" w:hAnsi="Univers Com 47 Light Cond" w:cs="Arial"/>
          <w:lang w:val="en-GB"/>
        </w:rPr>
      </w:pPr>
    </w:p>
    <w:p w:rsidR="002A19B3" w:rsidRPr="001235E7" w:rsidRDefault="00B2029A" w:rsidP="002A19B3">
      <w:pPr>
        <w:rPr>
          <w:rFonts w:ascii="Univers Com 47 Light Cond" w:hAnsi="Univers Com 47 Light Cond" w:cs="Arial"/>
          <w:lang w:val="en-GB"/>
        </w:rPr>
      </w:pPr>
      <w:r>
        <w:rPr>
          <w:rFonts w:ascii="Univers Com 47 Light Cond" w:hAnsi="Univers Com 47 Light Cond" w:cs="Arial"/>
          <w:noProof/>
        </w:rPr>
        <w:drawing>
          <wp:inline distT="0" distB="0" distL="0" distR="0" wp14:anchorId="203434FE" wp14:editId="0DE1ADF9">
            <wp:extent cx="2529840" cy="1822973"/>
            <wp:effectExtent l="0" t="0" r="3810" b="635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534997" cy="1826689"/>
                    </a:xfrm>
                    <a:prstGeom prst="rect">
                      <a:avLst/>
                    </a:prstGeom>
                    <a:noFill/>
                    <a:ln>
                      <a:noFill/>
                    </a:ln>
                  </pic:spPr>
                </pic:pic>
              </a:graphicData>
            </a:graphic>
          </wp:inline>
        </w:drawing>
      </w:r>
    </w:p>
    <w:p w:rsidR="002A19B3" w:rsidRPr="001235E7" w:rsidRDefault="002A19B3" w:rsidP="002A19B3">
      <w:pPr>
        <w:rPr>
          <w:rFonts w:ascii="Univers Com 47 Light Cond" w:hAnsi="Univers Com 47 Light Cond" w:cs="Arial"/>
          <w:lang w:val="en-GB"/>
        </w:rPr>
      </w:pPr>
    </w:p>
    <w:p w:rsidR="001235E7" w:rsidRPr="00E607A2" w:rsidRDefault="001235E7" w:rsidP="001235E7">
      <w:pPr>
        <w:rPr>
          <w:rFonts w:ascii="Univers Com 47 Light Cond" w:hAnsi="Univers Com 47 Light Cond" w:cs="Arial"/>
        </w:rPr>
      </w:pPr>
      <w:r w:rsidRPr="00E607A2">
        <w:rPr>
          <w:rFonts w:ascii="Univers Com 47 Light Cond" w:hAnsi="Univers Com 47 Light Cond" w:cs="Arial"/>
        </w:rPr>
        <w:t>Dallmer_CeraWall_Individual_Neo_04.jpg</w:t>
      </w:r>
    </w:p>
    <w:p w:rsidR="001235E7" w:rsidRPr="00E607A2" w:rsidRDefault="001235E7" w:rsidP="001235E7">
      <w:pPr>
        <w:rPr>
          <w:rFonts w:ascii="Univers Com 47 Light Cond" w:hAnsi="Univers Com 47 Light Cond" w:cs="Arial"/>
        </w:rPr>
      </w:pPr>
    </w:p>
    <w:p w:rsidR="001235E7" w:rsidRPr="00E607A2" w:rsidRDefault="00FA63F7" w:rsidP="001235E7">
      <w:pPr>
        <w:rPr>
          <w:rFonts w:ascii="Univers Com 47 Light Cond" w:hAnsi="Univers Com 47 Light Cond" w:cs="Arial"/>
          <w:sz w:val="22"/>
          <w:szCs w:val="22"/>
        </w:rPr>
      </w:pPr>
      <w:r w:rsidRPr="00E607A2">
        <w:rPr>
          <w:rFonts w:ascii="Univers Com 47 Light Cond" w:hAnsi="Univers Com 47 Light Cond" w:cs="Arial"/>
          <w:sz w:val="22"/>
          <w:szCs w:val="22"/>
        </w:rPr>
        <w:t xml:space="preserve">Durch ihre Flexibilität wird die </w:t>
      </w:r>
      <w:proofErr w:type="spellStart"/>
      <w:r w:rsidRPr="00E607A2">
        <w:rPr>
          <w:rFonts w:ascii="Univers Com 47 Light Cond" w:hAnsi="Univers Com 47 Light Cond" w:cs="Arial"/>
          <w:sz w:val="22"/>
          <w:szCs w:val="22"/>
        </w:rPr>
        <w:t>CeraWall</w:t>
      </w:r>
      <w:proofErr w:type="spellEnd"/>
      <w:r w:rsidRPr="00E607A2">
        <w:rPr>
          <w:rFonts w:ascii="Univers Com 47 Light Cond" w:hAnsi="Univers Com 47 Light Cond" w:cs="Arial"/>
          <w:sz w:val="22"/>
          <w:szCs w:val="22"/>
        </w:rPr>
        <w:t xml:space="preserve"> Individual </w:t>
      </w:r>
      <w:proofErr w:type="spellStart"/>
      <w:r w:rsidRPr="00E607A2">
        <w:rPr>
          <w:rFonts w:ascii="Univers Com 47 Light Cond" w:hAnsi="Univers Com 47 Light Cond" w:cs="Arial"/>
          <w:sz w:val="22"/>
          <w:szCs w:val="22"/>
        </w:rPr>
        <w:t>Neo</w:t>
      </w:r>
      <w:proofErr w:type="spellEnd"/>
      <w:r w:rsidRPr="00E607A2">
        <w:rPr>
          <w:rFonts w:ascii="Univers Com 47 Light Cond" w:hAnsi="Univers Com 47 Light Cond" w:cs="Arial"/>
          <w:sz w:val="22"/>
          <w:szCs w:val="22"/>
        </w:rPr>
        <w:t xml:space="preserve"> zur idealen Lösung für individuelle Badgestaltungen</w:t>
      </w:r>
    </w:p>
    <w:p w:rsidR="001235E7" w:rsidRPr="00FA63F7" w:rsidRDefault="001235E7" w:rsidP="001235E7">
      <w:pPr>
        <w:rPr>
          <w:rFonts w:ascii="Univers Com 47 Light Cond" w:hAnsi="Univers Com 47 Light Cond" w:cs="Arial"/>
        </w:rPr>
      </w:pPr>
    </w:p>
    <w:p w:rsidR="002A19B3" w:rsidRDefault="001235E7" w:rsidP="002A19B3">
      <w:pPr>
        <w:rPr>
          <w:rFonts w:ascii="Univers Com 47 Light Cond" w:hAnsi="Univers Com 47 Light Cond" w:cs="Arial"/>
          <w:lang w:val="en-GB"/>
        </w:rPr>
      </w:pPr>
      <w:proofErr w:type="spellStart"/>
      <w:r w:rsidRPr="001235E7">
        <w:rPr>
          <w:rFonts w:ascii="Univers Com 47 Light Cond" w:hAnsi="Univers Com 47 Light Cond" w:cs="Arial"/>
          <w:lang w:val="en-GB"/>
        </w:rPr>
        <w:t>Foto</w:t>
      </w:r>
      <w:proofErr w:type="spellEnd"/>
      <w:r w:rsidRPr="001235E7">
        <w:rPr>
          <w:rFonts w:ascii="Univers Com 47 Light Cond" w:hAnsi="Univers Com 47 Light Cond" w:cs="Arial"/>
          <w:lang w:val="en-GB"/>
        </w:rPr>
        <w:t xml:space="preserve">: </w:t>
      </w:r>
      <w:proofErr w:type="spellStart"/>
      <w:r w:rsidRPr="001235E7">
        <w:rPr>
          <w:rFonts w:ascii="Univers Com 47 Light Cond" w:hAnsi="Univers Com 47 Light Cond" w:cs="Arial"/>
          <w:lang w:val="en-GB"/>
        </w:rPr>
        <w:t>Dallmer</w:t>
      </w:r>
      <w:proofErr w:type="spellEnd"/>
      <w:r w:rsidRPr="001235E7">
        <w:rPr>
          <w:rFonts w:ascii="Univers Com 47 Light Cond" w:hAnsi="Univers Com 47 Light Cond" w:cs="Arial"/>
          <w:lang w:val="en-GB"/>
        </w:rPr>
        <w:t xml:space="preserve"> GmbH + Co. KG</w:t>
      </w:r>
    </w:p>
    <w:p w:rsidR="00C11286" w:rsidRDefault="00C11286" w:rsidP="002A19B3">
      <w:pPr>
        <w:rPr>
          <w:rFonts w:ascii="Univers Com 47 Light Cond" w:hAnsi="Univers Com 47 Light Cond" w:cs="Arial"/>
          <w:lang w:val="en-GB"/>
        </w:rPr>
      </w:pPr>
    </w:p>
    <w:p w:rsidR="002A19B3" w:rsidRDefault="002A19B3" w:rsidP="002A19B3">
      <w:pPr>
        <w:rPr>
          <w:rFonts w:ascii="Univers Com 47 Light Cond" w:hAnsi="Univers Com 47 Light Cond" w:cs="Arial"/>
          <w:lang w:val="en-GB"/>
        </w:rPr>
      </w:pPr>
    </w:p>
    <w:p w:rsidR="001235E7" w:rsidRDefault="00B2029A" w:rsidP="002A19B3">
      <w:pPr>
        <w:rPr>
          <w:rFonts w:ascii="Univers Com 47 Light Cond" w:hAnsi="Univers Com 47 Light Cond" w:cs="Arial"/>
          <w:lang w:val="en-GB"/>
        </w:rPr>
      </w:pPr>
      <w:r>
        <w:rPr>
          <w:rFonts w:ascii="Univers Com 47 Light Cond" w:hAnsi="Univers Com 47 Light Cond" w:cs="Arial"/>
          <w:noProof/>
        </w:rPr>
        <w:drawing>
          <wp:inline distT="0" distB="0" distL="0" distR="0" wp14:anchorId="24B86245" wp14:editId="509EB939">
            <wp:extent cx="2461260" cy="1773555"/>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2462121" cy="1774175"/>
                    </a:xfrm>
                    <a:prstGeom prst="rect">
                      <a:avLst/>
                    </a:prstGeom>
                    <a:noFill/>
                    <a:ln>
                      <a:noFill/>
                    </a:ln>
                  </pic:spPr>
                </pic:pic>
              </a:graphicData>
            </a:graphic>
          </wp:inline>
        </w:drawing>
      </w:r>
    </w:p>
    <w:p w:rsidR="001235E7" w:rsidRDefault="001235E7" w:rsidP="002A19B3">
      <w:pPr>
        <w:rPr>
          <w:rFonts w:ascii="Univers Com 47 Light Cond" w:hAnsi="Univers Com 47 Light Cond" w:cs="Arial"/>
          <w:lang w:val="en-GB"/>
        </w:rPr>
      </w:pPr>
    </w:p>
    <w:p w:rsidR="001235E7" w:rsidRPr="00FA63F7" w:rsidRDefault="001235E7" w:rsidP="001235E7">
      <w:pPr>
        <w:rPr>
          <w:rFonts w:ascii="Univers Com 47 Light Cond" w:hAnsi="Univers Com 47 Light Cond" w:cs="Arial"/>
        </w:rPr>
      </w:pPr>
      <w:r w:rsidRPr="00FA63F7">
        <w:rPr>
          <w:rFonts w:ascii="Univers Com 47 Light Cond" w:hAnsi="Univers Com 47 Light Cond" w:cs="Arial"/>
        </w:rPr>
        <w:t>Dallmer_CeraWall_Individual_Neo_05.jpg</w:t>
      </w:r>
    </w:p>
    <w:p w:rsidR="001235E7" w:rsidRPr="00FA63F7" w:rsidRDefault="001235E7" w:rsidP="001235E7">
      <w:pPr>
        <w:rPr>
          <w:rFonts w:ascii="Univers Com 47 Light Cond" w:hAnsi="Univers Com 47 Light Cond" w:cs="Arial"/>
        </w:rPr>
      </w:pPr>
    </w:p>
    <w:p w:rsidR="001235E7" w:rsidRPr="00E607A2" w:rsidRDefault="00FA63F7" w:rsidP="001235E7">
      <w:pPr>
        <w:rPr>
          <w:rFonts w:ascii="Univers Com 47 Light Cond" w:hAnsi="Univers Com 47 Light Cond" w:cs="Arial"/>
          <w:sz w:val="22"/>
          <w:szCs w:val="22"/>
        </w:rPr>
      </w:pPr>
      <w:r w:rsidRPr="00E607A2">
        <w:rPr>
          <w:rFonts w:ascii="Univers Com 47 Light Cond" w:hAnsi="Univers Com 47 Light Cond" w:cs="Arial"/>
          <w:sz w:val="22"/>
          <w:szCs w:val="22"/>
        </w:rPr>
        <w:t xml:space="preserve">Die </w:t>
      </w:r>
      <w:proofErr w:type="spellStart"/>
      <w:r w:rsidRPr="00E607A2">
        <w:rPr>
          <w:rFonts w:ascii="Univers Com 47 Light Cond" w:hAnsi="Univers Com 47 Light Cond" w:cs="Arial"/>
          <w:sz w:val="22"/>
          <w:szCs w:val="22"/>
        </w:rPr>
        <w:t>CeraWall</w:t>
      </w:r>
      <w:proofErr w:type="spellEnd"/>
      <w:r w:rsidRPr="00E607A2">
        <w:rPr>
          <w:rFonts w:ascii="Univers Com 47 Light Cond" w:hAnsi="Univers Com 47 Light Cond" w:cs="Arial"/>
          <w:sz w:val="22"/>
          <w:szCs w:val="22"/>
        </w:rPr>
        <w:t xml:space="preserve"> Individual </w:t>
      </w:r>
      <w:proofErr w:type="spellStart"/>
      <w:r w:rsidRPr="00E607A2">
        <w:rPr>
          <w:rFonts w:ascii="Univers Com 47 Light Cond" w:hAnsi="Univers Com 47 Light Cond" w:cs="Arial"/>
          <w:sz w:val="22"/>
          <w:szCs w:val="22"/>
        </w:rPr>
        <w:t>Neo</w:t>
      </w:r>
      <w:proofErr w:type="spellEnd"/>
      <w:r w:rsidRPr="00E607A2">
        <w:rPr>
          <w:rFonts w:ascii="Univers Com 47 Light Cond" w:hAnsi="Univers Com 47 Light Cond" w:cs="Arial"/>
          <w:sz w:val="22"/>
          <w:szCs w:val="22"/>
        </w:rPr>
        <w:t xml:space="preserve"> bietet Architekten und Planern nahezu unbegrenzte kreative Spielräume.</w:t>
      </w:r>
    </w:p>
    <w:p w:rsidR="001235E7" w:rsidRPr="00FA63F7" w:rsidRDefault="001235E7" w:rsidP="001235E7">
      <w:pPr>
        <w:rPr>
          <w:rFonts w:ascii="Univers Com 47 Light Cond" w:hAnsi="Univers Com 47 Light Cond" w:cs="Arial"/>
        </w:rPr>
      </w:pPr>
    </w:p>
    <w:p w:rsidR="001235E7" w:rsidRPr="001235E7" w:rsidRDefault="001235E7" w:rsidP="001235E7">
      <w:pPr>
        <w:rPr>
          <w:rFonts w:ascii="Univers Com 47 Light Cond" w:hAnsi="Univers Com 47 Light Cond" w:cs="Arial"/>
          <w:lang w:val="en-GB"/>
        </w:rPr>
      </w:pPr>
      <w:proofErr w:type="spellStart"/>
      <w:r w:rsidRPr="001235E7">
        <w:rPr>
          <w:rFonts w:ascii="Univers Com 47 Light Cond" w:hAnsi="Univers Com 47 Light Cond" w:cs="Arial"/>
          <w:lang w:val="en-GB"/>
        </w:rPr>
        <w:t>Foto</w:t>
      </w:r>
      <w:proofErr w:type="spellEnd"/>
      <w:r w:rsidRPr="001235E7">
        <w:rPr>
          <w:rFonts w:ascii="Univers Com 47 Light Cond" w:hAnsi="Univers Com 47 Light Cond" w:cs="Arial"/>
          <w:lang w:val="en-GB"/>
        </w:rPr>
        <w:t xml:space="preserve">: </w:t>
      </w:r>
      <w:proofErr w:type="spellStart"/>
      <w:r w:rsidRPr="001235E7">
        <w:rPr>
          <w:rFonts w:ascii="Univers Com 47 Light Cond" w:hAnsi="Univers Com 47 Light Cond" w:cs="Arial"/>
          <w:lang w:val="en-GB"/>
        </w:rPr>
        <w:t>Dallmer</w:t>
      </w:r>
      <w:proofErr w:type="spellEnd"/>
      <w:r w:rsidRPr="001235E7">
        <w:rPr>
          <w:rFonts w:ascii="Univers Com 47 Light Cond" w:hAnsi="Univers Com 47 Light Cond" w:cs="Arial"/>
          <w:lang w:val="en-GB"/>
        </w:rPr>
        <w:t xml:space="preserve"> GmbH + Co. KG</w:t>
      </w:r>
    </w:p>
    <w:sectPr w:rsidR="001235E7" w:rsidRPr="001235E7" w:rsidSect="00281D8E">
      <w:headerReference w:type="default" r:id="rId18"/>
      <w:footerReference w:type="default" r:id="rId19"/>
      <w:headerReference w:type="first" r:id="rId20"/>
      <w:footerReference w:type="first" r:id="rId21"/>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390D" w:rsidRDefault="00BD390D">
      <w:r>
        <w:separator/>
      </w:r>
    </w:p>
  </w:endnote>
  <w:endnote w:type="continuationSeparator" w:id="0">
    <w:p w:rsidR="00BD390D" w:rsidRDefault="00BD3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47 CondensedLigh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charset w:val="00"/>
    <w:family w:val="swiss"/>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98131E">
    <w:pPr>
      <w:pStyle w:val="Formatvorlage3"/>
      <w:ind w:left="-2835"/>
      <w:jc w:val="both"/>
    </w:pPr>
  </w:p>
  <w:p w:rsidR="005328A6" w:rsidRPr="00B14D73" w:rsidRDefault="005328A6" w:rsidP="0098131E">
    <w:pPr>
      <w:pStyle w:val="Formatvorlage3"/>
      <w:ind w:left="-2835"/>
      <w:jc w:val="both"/>
    </w:pPr>
    <w:r w:rsidRPr="00B14D73">
      <w:t xml:space="preserve">Dallmer ist Spezialist für Entwässerungssysteme seit 1913. Das Familienunternehmen wird heute in vierter Generation geführt. Vor 100 Jahren als Gravieranstalt am Standort Arnsberg gegründet, entwickelte sich Dallmer vom Handwerksbetrieb zur Premium-Architektenmarke für Gebäudeentwässerung. </w:t>
    </w:r>
    <w:r w:rsidR="00C1537A" w:rsidRPr="00C1537A">
      <w:t>Das hochwertige Produktportfolio umfasst Ablaufsysteme wie Duschrinnen, Bodenabläufe, Duschwannenabläufe und Siphons, Brand- und Schallschutzsysteme sowie Hof-, Keller-, Dach-, Parkdeck- und Balkonabläufe. Das Credo des Familienunternehmens lautet: höchste Funktionalität, beste Materialqualität und ausgezeichnetes Design.</w:t>
    </w:r>
  </w:p>
  <w:p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4851CC">
    <w:pPr>
      <w:pStyle w:val="Formatvorlage3"/>
      <w:ind w:left="-2835"/>
      <w:jc w:val="both"/>
    </w:pPr>
  </w:p>
  <w:p w:rsidR="005328A6" w:rsidRDefault="005328A6" w:rsidP="004851CC">
    <w:pPr>
      <w:pStyle w:val="Formatvorlage3"/>
      <w:ind w:left="-2835"/>
      <w:jc w:val="both"/>
    </w:pPr>
  </w:p>
  <w:p w:rsidR="005328A6" w:rsidRPr="00B14D73" w:rsidRDefault="005328A6" w:rsidP="00365129">
    <w:pPr>
      <w:pStyle w:val="Formatvorlage3"/>
      <w:ind w:left="-2835"/>
      <w:jc w:val="both"/>
    </w:pPr>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w:t>
    </w:r>
    <w:r w:rsidR="00C1537A" w:rsidRPr="00C1537A">
      <w:t>Das hochwertige Produktportfolio umfasst Ablaufsysteme wie Duschrinnen, Bodenabläufe, Duschwannenabläufe und Siphons, Brand- und Schallschutzsysteme sowie Hof-, Keller-, Dach-, Parkdeck- und Balkonabläufe. Das Credo des Familienunternehmens lautet: höchste Funktionalität, beste Materialqualität und ausgezeichnetes Design.</w:t>
    </w:r>
  </w:p>
  <w:p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390D" w:rsidRDefault="00BD390D">
      <w:r>
        <w:separator/>
      </w:r>
    </w:p>
  </w:footnote>
  <w:footnote w:type="continuationSeparator" w:id="0">
    <w:p w:rsidR="00BD390D" w:rsidRDefault="00BD3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6D7AE703" wp14:editId="2F05FF48">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703D41" w:rsidRDefault="005328A6" w:rsidP="00723E32">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723E32">
                          <w:pPr>
                            <w:pStyle w:val="DallmerOrtsfeld8115"/>
                            <w:rPr>
                              <w:lang w:val="en-GB"/>
                            </w:rPr>
                          </w:pPr>
                          <w:r w:rsidRPr="00703D41">
                            <w:rPr>
                              <w:noProof/>
                              <w:lang w:val="en-GB"/>
                            </w:rPr>
                            <w:t xml:space="preserve">       </w:t>
                          </w:r>
                          <w:r w:rsidR="000D580A" w:rsidRPr="00703D41">
                            <w:rPr>
                              <w:noProof/>
                              <w:lang w:val="en-GB"/>
                            </w:rPr>
                            <w:t xml:space="preserve"> </w:t>
                          </w:r>
                          <w:r w:rsidRPr="00703D41">
                            <w:rPr>
                              <w:noProof/>
                              <w:lang w:val="en-GB"/>
                            </w:rPr>
                            <w:t>PR</w:t>
                          </w:r>
                          <w:r w:rsidR="00DD07B8" w:rsidRPr="00703D41">
                            <w:rPr>
                              <w:noProof/>
                              <w:lang w:val="en-GB"/>
                            </w:rPr>
                            <w:t xml:space="preserve"> &amp; Social Media</w:t>
                          </w:r>
                        </w:p>
                        <w:p w:rsidR="005328A6" w:rsidRPr="00703D41" w:rsidRDefault="005328A6" w:rsidP="00723E32">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lang w:val="en-GB"/>
                            </w:rPr>
                          </w:pPr>
                          <w:r w:rsidRPr="00703D41">
                            <w:rPr>
                              <w:lang w:val="en-GB"/>
                            </w:rPr>
                            <w:t xml:space="preserve">        E </w:t>
                          </w:r>
                          <w:r w:rsidR="0028462F" w:rsidRPr="00703D41">
                            <w:rPr>
                              <w:noProof/>
                              <w:lang w:val="en-GB"/>
                            </w:rPr>
                            <w:t>Sylvia.B</w:t>
                          </w:r>
                          <w:r w:rsidR="00162386" w:rsidRPr="00703D41">
                            <w:rPr>
                              <w:noProof/>
                              <w:lang w:val="en-GB"/>
                            </w:rPr>
                            <w:t>oe</w:t>
                          </w:r>
                          <w:r w:rsidR="0028462F" w:rsidRPr="00703D41">
                            <w:rPr>
                              <w:noProof/>
                              <w:lang w:val="en-GB"/>
                            </w:rPr>
                            <w:t>sch</w:t>
                          </w:r>
                          <w:r w:rsidRPr="00703D41">
                            <w:rPr>
                              <w:noProof/>
                              <w:lang w:val="en-GB"/>
                            </w:rPr>
                            <w:t>@dallmer.de</w:t>
                          </w:r>
                        </w:p>
                        <w:p w:rsidR="005328A6" w:rsidRPr="00703D41" w:rsidRDefault="005328A6" w:rsidP="00723E32">
                          <w:pPr>
                            <w:pStyle w:val="DALLMERUnivers"/>
                            <w:rPr>
                              <w:lang w:val="en-GB"/>
                            </w:rPr>
                          </w:pPr>
                        </w:p>
                        <w:p w:rsidR="005328A6" w:rsidRPr="00703D41" w:rsidRDefault="005328A6" w:rsidP="00723E32">
                          <w:pPr>
                            <w:pStyle w:val="DALLMERUnivers"/>
                            <w:ind w:left="0" w:firstLine="0"/>
                            <w:rPr>
                              <w:lang w:val="en-GB"/>
                            </w:rPr>
                          </w:pPr>
                        </w:p>
                        <w:p w:rsidR="005328A6" w:rsidRPr="008763BF" w:rsidRDefault="005328A6" w:rsidP="00723E32">
                          <w:pPr>
                            <w:pStyle w:val="DALLMERUnivers"/>
                          </w:pPr>
                          <w:r w:rsidRPr="00703D41">
                            <w:rPr>
                              <w:lang w:val="en-GB"/>
                            </w:rPr>
                            <w:t xml:space="preserve">Dallmer GmbH + Co. </w:t>
                          </w:r>
                          <w:r w:rsidRPr="008763BF">
                            <w:t>KG</w:t>
                          </w:r>
                        </w:p>
                        <w:p w:rsidR="005328A6" w:rsidRPr="008763BF" w:rsidRDefault="005328A6" w:rsidP="00723E32">
                          <w:pPr>
                            <w:pStyle w:val="DALLMERUnivers"/>
                          </w:pPr>
                          <w:r w:rsidRPr="008763BF">
                            <w:t>Wiebelsheidestraße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703D41" w:rsidRDefault="005328A6" w:rsidP="00723E32">
                          <w:pPr>
                            <w:pStyle w:val="DALLMERUnivers"/>
                            <w:rPr>
                              <w:lang w:val="en-GB"/>
                            </w:rPr>
                          </w:pPr>
                          <w:r w:rsidRPr="00703D41">
                            <w:rPr>
                              <w:lang w:val="en-GB"/>
                            </w:rPr>
                            <w:t>Dipl.-Ing. Johannes Dallmer</w:t>
                          </w:r>
                        </w:p>
                        <w:p w:rsidR="005328A6" w:rsidRPr="008763BF" w:rsidRDefault="005328A6" w:rsidP="00723E32">
                          <w:pPr>
                            <w:pStyle w:val="DALLMERUnivers"/>
                          </w:pPr>
                          <w:r w:rsidRPr="00703D41">
                            <w:rPr>
                              <w:lang w:val="en-GB"/>
                            </w:rPr>
                            <w:t xml:space="preserve">Dipl.-Btrw. </w:t>
                          </w:r>
                          <w:r w:rsidRPr="008763BF">
                            <w:t>Yvonne Dallmer</w:t>
                          </w:r>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7AE703"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rsidR="005328A6" w:rsidRPr="00703D41" w:rsidRDefault="005328A6" w:rsidP="00723E32">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723E32">
                    <w:pPr>
                      <w:pStyle w:val="DallmerOrtsfeld8115"/>
                      <w:rPr>
                        <w:lang w:val="en-GB"/>
                      </w:rPr>
                    </w:pPr>
                    <w:r w:rsidRPr="00703D41">
                      <w:rPr>
                        <w:noProof/>
                        <w:lang w:val="en-GB"/>
                      </w:rPr>
                      <w:t xml:space="preserve">       </w:t>
                    </w:r>
                    <w:r w:rsidR="000D580A" w:rsidRPr="00703D41">
                      <w:rPr>
                        <w:noProof/>
                        <w:lang w:val="en-GB"/>
                      </w:rPr>
                      <w:t xml:space="preserve"> </w:t>
                    </w:r>
                    <w:r w:rsidRPr="00703D41">
                      <w:rPr>
                        <w:noProof/>
                        <w:lang w:val="en-GB"/>
                      </w:rPr>
                      <w:t>PR</w:t>
                    </w:r>
                    <w:r w:rsidR="00DD07B8" w:rsidRPr="00703D41">
                      <w:rPr>
                        <w:noProof/>
                        <w:lang w:val="en-GB"/>
                      </w:rPr>
                      <w:t xml:space="preserve"> &amp; Social Media</w:t>
                    </w:r>
                  </w:p>
                  <w:p w:rsidR="005328A6" w:rsidRPr="00703D41" w:rsidRDefault="005328A6" w:rsidP="00723E32">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lang w:val="en-GB"/>
                      </w:rPr>
                    </w:pPr>
                    <w:r w:rsidRPr="00703D41">
                      <w:rPr>
                        <w:lang w:val="en-GB"/>
                      </w:rPr>
                      <w:t xml:space="preserve">        E </w:t>
                    </w:r>
                    <w:r w:rsidR="0028462F" w:rsidRPr="00703D41">
                      <w:rPr>
                        <w:noProof/>
                        <w:lang w:val="en-GB"/>
                      </w:rPr>
                      <w:t>Sylvia.B</w:t>
                    </w:r>
                    <w:r w:rsidR="00162386" w:rsidRPr="00703D41">
                      <w:rPr>
                        <w:noProof/>
                        <w:lang w:val="en-GB"/>
                      </w:rPr>
                      <w:t>oe</w:t>
                    </w:r>
                    <w:r w:rsidR="0028462F" w:rsidRPr="00703D41">
                      <w:rPr>
                        <w:noProof/>
                        <w:lang w:val="en-GB"/>
                      </w:rPr>
                      <w:t>sch</w:t>
                    </w:r>
                    <w:r w:rsidRPr="00703D41">
                      <w:rPr>
                        <w:noProof/>
                        <w:lang w:val="en-GB"/>
                      </w:rPr>
                      <w:t>@dallmer.de</w:t>
                    </w:r>
                  </w:p>
                  <w:p w:rsidR="005328A6" w:rsidRPr="00703D41" w:rsidRDefault="005328A6" w:rsidP="00723E32">
                    <w:pPr>
                      <w:pStyle w:val="DALLMERUnivers"/>
                      <w:rPr>
                        <w:lang w:val="en-GB"/>
                      </w:rPr>
                    </w:pPr>
                  </w:p>
                  <w:p w:rsidR="005328A6" w:rsidRPr="00703D41" w:rsidRDefault="005328A6" w:rsidP="00723E32">
                    <w:pPr>
                      <w:pStyle w:val="DALLMERUnivers"/>
                      <w:ind w:left="0" w:firstLine="0"/>
                      <w:rPr>
                        <w:lang w:val="en-GB"/>
                      </w:rPr>
                    </w:pPr>
                  </w:p>
                  <w:p w:rsidR="005328A6" w:rsidRPr="008763BF" w:rsidRDefault="005328A6" w:rsidP="00723E32">
                    <w:pPr>
                      <w:pStyle w:val="DALLMERUnivers"/>
                    </w:pPr>
                    <w:r w:rsidRPr="00703D41">
                      <w:rPr>
                        <w:lang w:val="en-GB"/>
                      </w:rPr>
                      <w:t xml:space="preserve">Dallmer GmbH + Co. </w:t>
                    </w:r>
                    <w:r w:rsidRPr="008763BF">
                      <w:t>KG</w:t>
                    </w:r>
                  </w:p>
                  <w:p w:rsidR="005328A6" w:rsidRPr="008763BF" w:rsidRDefault="005328A6" w:rsidP="00723E32">
                    <w:pPr>
                      <w:pStyle w:val="DALLMERUnivers"/>
                    </w:pPr>
                    <w:r w:rsidRPr="008763BF">
                      <w:t>Wiebelsheidestraße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703D41" w:rsidRDefault="005328A6" w:rsidP="00723E32">
                    <w:pPr>
                      <w:pStyle w:val="DALLMERUnivers"/>
                      <w:rPr>
                        <w:lang w:val="en-GB"/>
                      </w:rPr>
                    </w:pPr>
                    <w:r w:rsidRPr="00703D41">
                      <w:rPr>
                        <w:lang w:val="en-GB"/>
                      </w:rPr>
                      <w:t>Dipl.-Ing. Johannes Dallmer</w:t>
                    </w:r>
                  </w:p>
                  <w:p w:rsidR="005328A6" w:rsidRPr="008763BF" w:rsidRDefault="005328A6" w:rsidP="00723E32">
                    <w:pPr>
                      <w:pStyle w:val="DALLMERUnivers"/>
                    </w:pPr>
                    <w:r w:rsidRPr="00703D41">
                      <w:rPr>
                        <w:lang w:val="en-GB"/>
                      </w:rPr>
                      <w:t xml:space="preserve">Dipl.-Btrw. </w:t>
                    </w:r>
                    <w:r w:rsidRPr="008763BF">
                      <w:t>Yvonne Dallmer</w:t>
                    </w:r>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77178C03" wp14:editId="28738951">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703D41" w:rsidRDefault="005328A6" w:rsidP="00224233">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224233">
                          <w:pPr>
                            <w:pStyle w:val="DallmerOrtsfeld8115"/>
                            <w:rPr>
                              <w:lang w:val="en-GB"/>
                            </w:rPr>
                          </w:pPr>
                          <w:r w:rsidRPr="00703D41">
                            <w:rPr>
                              <w:noProof/>
                              <w:lang w:val="en-GB"/>
                            </w:rPr>
                            <w:t xml:space="preserve">        PR</w:t>
                          </w:r>
                          <w:r w:rsidR="002F09E6" w:rsidRPr="00703D41">
                            <w:rPr>
                              <w:noProof/>
                              <w:lang w:val="en-GB"/>
                            </w:rPr>
                            <w:t xml:space="preserve"> &amp; Social Media</w:t>
                          </w:r>
                        </w:p>
                        <w:p w:rsidR="005328A6" w:rsidRPr="00703D41" w:rsidRDefault="005328A6" w:rsidP="00224233">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224233">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281D8E">
                          <w:pPr>
                            <w:pStyle w:val="DallmerOrtsfeld8115"/>
                            <w:rPr>
                              <w:lang w:val="en-GB"/>
                            </w:rPr>
                          </w:pPr>
                          <w:r w:rsidRPr="00703D41">
                            <w:rPr>
                              <w:lang w:val="en-GB"/>
                            </w:rPr>
                            <w:t xml:space="preserve">        E </w:t>
                          </w:r>
                          <w:r w:rsidR="0028462F" w:rsidRPr="00703D41">
                            <w:rPr>
                              <w:noProof/>
                              <w:lang w:val="en-GB"/>
                            </w:rPr>
                            <w:t>Syl</w:t>
                          </w:r>
                          <w:r w:rsidR="00162386" w:rsidRPr="00703D41">
                            <w:rPr>
                              <w:noProof/>
                              <w:lang w:val="en-GB"/>
                            </w:rPr>
                            <w:t>v</w:t>
                          </w:r>
                          <w:r w:rsidR="0028462F" w:rsidRPr="00703D41">
                            <w:rPr>
                              <w:noProof/>
                              <w:lang w:val="en-GB"/>
                            </w:rPr>
                            <w:t>ia</w:t>
                          </w:r>
                          <w:r w:rsidRPr="00703D41">
                            <w:rPr>
                              <w:noProof/>
                              <w:lang w:val="en-GB"/>
                            </w:rPr>
                            <w:t>.</w:t>
                          </w:r>
                          <w:r w:rsidR="0028462F" w:rsidRPr="00703D41">
                            <w:rPr>
                              <w:noProof/>
                              <w:lang w:val="en-GB"/>
                            </w:rPr>
                            <w:t>Boesch</w:t>
                          </w:r>
                          <w:r w:rsidRPr="00703D41">
                            <w:rPr>
                              <w:noProof/>
                              <w:lang w:val="en-GB"/>
                            </w:rPr>
                            <w:t>@dallmer.de</w:t>
                          </w:r>
                        </w:p>
                        <w:p w:rsidR="005328A6" w:rsidRPr="00703D41" w:rsidRDefault="005328A6" w:rsidP="00B14D73">
                          <w:pPr>
                            <w:pStyle w:val="DALLMERUnivers"/>
                            <w:rPr>
                              <w:lang w:val="en-GB"/>
                            </w:rPr>
                          </w:pPr>
                        </w:p>
                        <w:p w:rsidR="005328A6" w:rsidRPr="00703D41" w:rsidRDefault="005328A6" w:rsidP="00224233">
                          <w:pPr>
                            <w:pStyle w:val="DALLMERUnivers"/>
                            <w:ind w:left="0" w:firstLine="0"/>
                            <w:rPr>
                              <w:lang w:val="en-GB"/>
                            </w:rPr>
                          </w:pPr>
                        </w:p>
                        <w:p w:rsidR="005328A6" w:rsidRPr="008763BF" w:rsidRDefault="005328A6" w:rsidP="00B14D73">
                          <w:pPr>
                            <w:pStyle w:val="DALLMERUnivers"/>
                          </w:pPr>
                          <w:r w:rsidRPr="00703D41">
                            <w:rPr>
                              <w:lang w:val="en-GB"/>
                            </w:rPr>
                            <w:t xml:space="preserve">Dallmer GmbH + Co. </w:t>
                          </w:r>
                          <w:r w:rsidRPr="008763BF">
                            <w:t>KG</w:t>
                          </w:r>
                        </w:p>
                        <w:p w:rsidR="005328A6" w:rsidRPr="008763BF" w:rsidRDefault="005328A6" w:rsidP="00B14D73">
                          <w:pPr>
                            <w:pStyle w:val="DALLMERUnivers"/>
                          </w:pPr>
                          <w:r w:rsidRPr="008763BF">
                            <w:t>Wiebelsheidestraße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703D41" w:rsidRDefault="005328A6" w:rsidP="00B14D73">
                          <w:pPr>
                            <w:pStyle w:val="DALLMERUnivers"/>
                            <w:rPr>
                              <w:lang w:val="en-GB"/>
                            </w:rPr>
                          </w:pPr>
                          <w:r w:rsidRPr="00703D41">
                            <w:rPr>
                              <w:lang w:val="en-GB"/>
                            </w:rPr>
                            <w:t>Dipl.-Ing. Johannes Dallmer</w:t>
                          </w:r>
                        </w:p>
                        <w:p w:rsidR="005328A6" w:rsidRPr="008763BF" w:rsidRDefault="005328A6" w:rsidP="00B14D73">
                          <w:pPr>
                            <w:pStyle w:val="DALLMERUnivers"/>
                          </w:pPr>
                          <w:r w:rsidRPr="00703D41">
                            <w:rPr>
                              <w:lang w:val="en-GB"/>
                            </w:rPr>
                            <w:t xml:space="preserve">Dipl.-Btrw. </w:t>
                          </w:r>
                          <w:r w:rsidRPr="008763BF">
                            <w:t>Yvonne Dallmer</w:t>
                          </w:r>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178C0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rsidR="005328A6" w:rsidRPr="00703D41" w:rsidRDefault="005328A6" w:rsidP="00224233">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224233">
                    <w:pPr>
                      <w:pStyle w:val="DallmerOrtsfeld8115"/>
                      <w:rPr>
                        <w:lang w:val="en-GB"/>
                      </w:rPr>
                    </w:pPr>
                    <w:r w:rsidRPr="00703D41">
                      <w:rPr>
                        <w:noProof/>
                        <w:lang w:val="en-GB"/>
                      </w:rPr>
                      <w:t xml:space="preserve">        PR</w:t>
                    </w:r>
                    <w:r w:rsidR="002F09E6" w:rsidRPr="00703D41">
                      <w:rPr>
                        <w:noProof/>
                        <w:lang w:val="en-GB"/>
                      </w:rPr>
                      <w:t xml:space="preserve"> &amp; Social Media</w:t>
                    </w:r>
                  </w:p>
                  <w:p w:rsidR="005328A6" w:rsidRPr="00703D41" w:rsidRDefault="005328A6" w:rsidP="00224233">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224233">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281D8E">
                    <w:pPr>
                      <w:pStyle w:val="DallmerOrtsfeld8115"/>
                      <w:rPr>
                        <w:lang w:val="en-GB"/>
                      </w:rPr>
                    </w:pPr>
                    <w:r w:rsidRPr="00703D41">
                      <w:rPr>
                        <w:lang w:val="en-GB"/>
                      </w:rPr>
                      <w:t xml:space="preserve">        E </w:t>
                    </w:r>
                    <w:r w:rsidR="0028462F" w:rsidRPr="00703D41">
                      <w:rPr>
                        <w:noProof/>
                        <w:lang w:val="en-GB"/>
                      </w:rPr>
                      <w:t>Syl</w:t>
                    </w:r>
                    <w:r w:rsidR="00162386" w:rsidRPr="00703D41">
                      <w:rPr>
                        <w:noProof/>
                        <w:lang w:val="en-GB"/>
                      </w:rPr>
                      <w:t>v</w:t>
                    </w:r>
                    <w:r w:rsidR="0028462F" w:rsidRPr="00703D41">
                      <w:rPr>
                        <w:noProof/>
                        <w:lang w:val="en-GB"/>
                      </w:rPr>
                      <w:t>ia</w:t>
                    </w:r>
                    <w:r w:rsidRPr="00703D41">
                      <w:rPr>
                        <w:noProof/>
                        <w:lang w:val="en-GB"/>
                      </w:rPr>
                      <w:t>.</w:t>
                    </w:r>
                    <w:r w:rsidR="0028462F" w:rsidRPr="00703D41">
                      <w:rPr>
                        <w:noProof/>
                        <w:lang w:val="en-GB"/>
                      </w:rPr>
                      <w:t>Boesch</w:t>
                    </w:r>
                    <w:r w:rsidRPr="00703D41">
                      <w:rPr>
                        <w:noProof/>
                        <w:lang w:val="en-GB"/>
                      </w:rPr>
                      <w:t>@dallmer.de</w:t>
                    </w:r>
                  </w:p>
                  <w:p w:rsidR="005328A6" w:rsidRPr="00703D41" w:rsidRDefault="005328A6" w:rsidP="00B14D73">
                    <w:pPr>
                      <w:pStyle w:val="DALLMERUnivers"/>
                      <w:rPr>
                        <w:lang w:val="en-GB"/>
                      </w:rPr>
                    </w:pPr>
                  </w:p>
                  <w:p w:rsidR="005328A6" w:rsidRPr="00703D41" w:rsidRDefault="005328A6" w:rsidP="00224233">
                    <w:pPr>
                      <w:pStyle w:val="DALLMERUnivers"/>
                      <w:ind w:left="0" w:firstLine="0"/>
                      <w:rPr>
                        <w:lang w:val="en-GB"/>
                      </w:rPr>
                    </w:pPr>
                  </w:p>
                  <w:p w:rsidR="005328A6" w:rsidRPr="008763BF" w:rsidRDefault="005328A6" w:rsidP="00B14D73">
                    <w:pPr>
                      <w:pStyle w:val="DALLMERUnivers"/>
                    </w:pPr>
                    <w:r w:rsidRPr="00703D41">
                      <w:rPr>
                        <w:lang w:val="en-GB"/>
                      </w:rPr>
                      <w:t xml:space="preserve">Dallmer GmbH + Co. </w:t>
                    </w:r>
                    <w:r w:rsidRPr="008763BF">
                      <w:t>KG</w:t>
                    </w:r>
                  </w:p>
                  <w:p w:rsidR="005328A6" w:rsidRPr="008763BF" w:rsidRDefault="005328A6" w:rsidP="00B14D73">
                    <w:pPr>
                      <w:pStyle w:val="DALLMERUnivers"/>
                    </w:pPr>
                    <w:r w:rsidRPr="008763BF">
                      <w:t>Wiebelsheidestraße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703D41" w:rsidRDefault="005328A6" w:rsidP="00B14D73">
                    <w:pPr>
                      <w:pStyle w:val="DALLMERUnivers"/>
                      <w:rPr>
                        <w:lang w:val="en-GB"/>
                      </w:rPr>
                    </w:pPr>
                    <w:r w:rsidRPr="00703D41">
                      <w:rPr>
                        <w:lang w:val="en-GB"/>
                      </w:rPr>
                      <w:t>Dipl.-Ing. Johannes Dallmer</w:t>
                    </w:r>
                  </w:p>
                  <w:p w:rsidR="005328A6" w:rsidRPr="008763BF" w:rsidRDefault="005328A6" w:rsidP="00B14D73">
                    <w:pPr>
                      <w:pStyle w:val="DALLMERUnivers"/>
                    </w:pPr>
                    <w:r w:rsidRPr="00703D41">
                      <w:rPr>
                        <w:lang w:val="en-GB"/>
                      </w:rPr>
                      <w:t xml:space="preserve">Dipl.-Btrw. </w:t>
                    </w:r>
                    <w:r w:rsidRPr="008763BF">
                      <w:t>Yvonne Dallmer</w:t>
                    </w:r>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41D250DD" wp14:editId="3C75077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9C53EE"/>
    <w:multiLevelType w:val="hybridMultilevel"/>
    <w:tmpl w:val="D0EC6E2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5A1A"/>
    <w:rsid w:val="00016490"/>
    <w:rsid w:val="000205A0"/>
    <w:rsid w:val="0002270B"/>
    <w:rsid w:val="0002443B"/>
    <w:rsid w:val="00033AAA"/>
    <w:rsid w:val="00033C36"/>
    <w:rsid w:val="00040E7D"/>
    <w:rsid w:val="00041624"/>
    <w:rsid w:val="00043DE9"/>
    <w:rsid w:val="00044B09"/>
    <w:rsid w:val="0004661A"/>
    <w:rsid w:val="00046673"/>
    <w:rsid w:val="00046696"/>
    <w:rsid w:val="0005014D"/>
    <w:rsid w:val="00052C5B"/>
    <w:rsid w:val="00053B39"/>
    <w:rsid w:val="000557C6"/>
    <w:rsid w:val="00056B23"/>
    <w:rsid w:val="0006031A"/>
    <w:rsid w:val="00062E85"/>
    <w:rsid w:val="00066F80"/>
    <w:rsid w:val="00067BA3"/>
    <w:rsid w:val="00071267"/>
    <w:rsid w:val="000737E0"/>
    <w:rsid w:val="000742B8"/>
    <w:rsid w:val="00074A81"/>
    <w:rsid w:val="000800CF"/>
    <w:rsid w:val="000808C1"/>
    <w:rsid w:val="0008395E"/>
    <w:rsid w:val="00087E3F"/>
    <w:rsid w:val="00090A20"/>
    <w:rsid w:val="00091DB9"/>
    <w:rsid w:val="0009521A"/>
    <w:rsid w:val="000A6C77"/>
    <w:rsid w:val="000A78EE"/>
    <w:rsid w:val="000A7921"/>
    <w:rsid w:val="000B0C8A"/>
    <w:rsid w:val="000B0ECE"/>
    <w:rsid w:val="000B2AC3"/>
    <w:rsid w:val="000B3349"/>
    <w:rsid w:val="000B5213"/>
    <w:rsid w:val="000B5D3F"/>
    <w:rsid w:val="000B6B1D"/>
    <w:rsid w:val="000C110B"/>
    <w:rsid w:val="000C2131"/>
    <w:rsid w:val="000C24BE"/>
    <w:rsid w:val="000C279A"/>
    <w:rsid w:val="000C39D8"/>
    <w:rsid w:val="000C57A0"/>
    <w:rsid w:val="000D2212"/>
    <w:rsid w:val="000D3938"/>
    <w:rsid w:val="000D4C59"/>
    <w:rsid w:val="000D4C5D"/>
    <w:rsid w:val="000D580A"/>
    <w:rsid w:val="000D5C56"/>
    <w:rsid w:val="000D661A"/>
    <w:rsid w:val="000D7580"/>
    <w:rsid w:val="000E1C3B"/>
    <w:rsid w:val="000E20A8"/>
    <w:rsid w:val="000F2F7A"/>
    <w:rsid w:val="000F653E"/>
    <w:rsid w:val="000F6BFA"/>
    <w:rsid w:val="00104AB5"/>
    <w:rsid w:val="00106C3C"/>
    <w:rsid w:val="00106EFC"/>
    <w:rsid w:val="0010703D"/>
    <w:rsid w:val="001118EB"/>
    <w:rsid w:val="00112BBF"/>
    <w:rsid w:val="00112DF7"/>
    <w:rsid w:val="00112E99"/>
    <w:rsid w:val="0011339C"/>
    <w:rsid w:val="001136DF"/>
    <w:rsid w:val="00113A99"/>
    <w:rsid w:val="00114293"/>
    <w:rsid w:val="00115945"/>
    <w:rsid w:val="0011619F"/>
    <w:rsid w:val="001168AB"/>
    <w:rsid w:val="00117858"/>
    <w:rsid w:val="0012185B"/>
    <w:rsid w:val="00121EE0"/>
    <w:rsid w:val="0012206B"/>
    <w:rsid w:val="001235E7"/>
    <w:rsid w:val="00123B2A"/>
    <w:rsid w:val="001244EC"/>
    <w:rsid w:val="0012485A"/>
    <w:rsid w:val="00124F65"/>
    <w:rsid w:val="0012592E"/>
    <w:rsid w:val="00125F96"/>
    <w:rsid w:val="00126DBB"/>
    <w:rsid w:val="0013039B"/>
    <w:rsid w:val="00132340"/>
    <w:rsid w:val="00132E37"/>
    <w:rsid w:val="00134A32"/>
    <w:rsid w:val="00135269"/>
    <w:rsid w:val="001374AD"/>
    <w:rsid w:val="00143EF2"/>
    <w:rsid w:val="00150BB7"/>
    <w:rsid w:val="00150D30"/>
    <w:rsid w:val="00151504"/>
    <w:rsid w:val="00154C74"/>
    <w:rsid w:val="00156196"/>
    <w:rsid w:val="00162386"/>
    <w:rsid w:val="00166373"/>
    <w:rsid w:val="00167651"/>
    <w:rsid w:val="00174F0B"/>
    <w:rsid w:val="00177DDB"/>
    <w:rsid w:val="00181593"/>
    <w:rsid w:val="00183F47"/>
    <w:rsid w:val="00185BEE"/>
    <w:rsid w:val="00186163"/>
    <w:rsid w:val="0019083C"/>
    <w:rsid w:val="001917DE"/>
    <w:rsid w:val="001937C6"/>
    <w:rsid w:val="00195748"/>
    <w:rsid w:val="00197B61"/>
    <w:rsid w:val="001A341B"/>
    <w:rsid w:val="001A4501"/>
    <w:rsid w:val="001A5638"/>
    <w:rsid w:val="001A74E6"/>
    <w:rsid w:val="001A7883"/>
    <w:rsid w:val="001B19F9"/>
    <w:rsid w:val="001B2B93"/>
    <w:rsid w:val="001B35C3"/>
    <w:rsid w:val="001B3AA1"/>
    <w:rsid w:val="001B41E1"/>
    <w:rsid w:val="001B51BA"/>
    <w:rsid w:val="001B52B0"/>
    <w:rsid w:val="001B5DBA"/>
    <w:rsid w:val="001B6CD0"/>
    <w:rsid w:val="001C04C3"/>
    <w:rsid w:val="001C082E"/>
    <w:rsid w:val="001C0BA9"/>
    <w:rsid w:val="001C1A62"/>
    <w:rsid w:val="001C1E36"/>
    <w:rsid w:val="001C3FE2"/>
    <w:rsid w:val="001C4411"/>
    <w:rsid w:val="001C68CF"/>
    <w:rsid w:val="001D16CB"/>
    <w:rsid w:val="001D19EB"/>
    <w:rsid w:val="001D2A53"/>
    <w:rsid w:val="001E0EF6"/>
    <w:rsid w:val="001E1D42"/>
    <w:rsid w:val="001E26C5"/>
    <w:rsid w:val="001E42D2"/>
    <w:rsid w:val="001E4CAE"/>
    <w:rsid w:val="001E7F43"/>
    <w:rsid w:val="001F4E45"/>
    <w:rsid w:val="0020050B"/>
    <w:rsid w:val="00200735"/>
    <w:rsid w:val="0020079F"/>
    <w:rsid w:val="00202B0E"/>
    <w:rsid w:val="002074A6"/>
    <w:rsid w:val="00213C4F"/>
    <w:rsid w:val="00215C69"/>
    <w:rsid w:val="00215EC6"/>
    <w:rsid w:val="002163A2"/>
    <w:rsid w:val="0021696F"/>
    <w:rsid w:val="00217D28"/>
    <w:rsid w:val="002218FC"/>
    <w:rsid w:val="00222530"/>
    <w:rsid w:val="00224233"/>
    <w:rsid w:val="00225C57"/>
    <w:rsid w:val="00231FAE"/>
    <w:rsid w:val="00232B62"/>
    <w:rsid w:val="00237108"/>
    <w:rsid w:val="00240988"/>
    <w:rsid w:val="00243F90"/>
    <w:rsid w:val="00244131"/>
    <w:rsid w:val="00244B2A"/>
    <w:rsid w:val="00244D88"/>
    <w:rsid w:val="00245994"/>
    <w:rsid w:val="00245BAF"/>
    <w:rsid w:val="00246834"/>
    <w:rsid w:val="002506EE"/>
    <w:rsid w:val="00250B8C"/>
    <w:rsid w:val="002616B7"/>
    <w:rsid w:val="002618D4"/>
    <w:rsid w:val="00262081"/>
    <w:rsid w:val="0026317C"/>
    <w:rsid w:val="00264793"/>
    <w:rsid w:val="00265F72"/>
    <w:rsid w:val="0026614B"/>
    <w:rsid w:val="00266486"/>
    <w:rsid w:val="002664ED"/>
    <w:rsid w:val="002673A1"/>
    <w:rsid w:val="00267CCD"/>
    <w:rsid w:val="002749D4"/>
    <w:rsid w:val="00274AAC"/>
    <w:rsid w:val="00275CF5"/>
    <w:rsid w:val="00281D8E"/>
    <w:rsid w:val="0028462F"/>
    <w:rsid w:val="00290658"/>
    <w:rsid w:val="0029257D"/>
    <w:rsid w:val="00294631"/>
    <w:rsid w:val="002967D8"/>
    <w:rsid w:val="002A0B32"/>
    <w:rsid w:val="002A1003"/>
    <w:rsid w:val="002A19B3"/>
    <w:rsid w:val="002A1EC1"/>
    <w:rsid w:val="002A206D"/>
    <w:rsid w:val="002A22C0"/>
    <w:rsid w:val="002A2486"/>
    <w:rsid w:val="002A2A6D"/>
    <w:rsid w:val="002A2F78"/>
    <w:rsid w:val="002A5327"/>
    <w:rsid w:val="002A5A29"/>
    <w:rsid w:val="002A6041"/>
    <w:rsid w:val="002B0D98"/>
    <w:rsid w:val="002B31F6"/>
    <w:rsid w:val="002C3056"/>
    <w:rsid w:val="002C3334"/>
    <w:rsid w:val="002C4329"/>
    <w:rsid w:val="002C68FD"/>
    <w:rsid w:val="002C7882"/>
    <w:rsid w:val="002D0699"/>
    <w:rsid w:val="002D31BA"/>
    <w:rsid w:val="002D3894"/>
    <w:rsid w:val="002D4716"/>
    <w:rsid w:val="002D5989"/>
    <w:rsid w:val="002D7547"/>
    <w:rsid w:val="002D7793"/>
    <w:rsid w:val="002D7A94"/>
    <w:rsid w:val="002E3ACE"/>
    <w:rsid w:val="002E66A4"/>
    <w:rsid w:val="002E68C4"/>
    <w:rsid w:val="002E7261"/>
    <w:rsid w:val="002E7823"/>
    <w:rsid w:val="002E7904"/>
    <w:rsid w:val="002F09E6"/>
    <w:rsid w:val="002F1098"/>
    <w:rsid w:val="002F4167"/>
    <w:rsid w:val="002F6D88"/>
    <w:rsid w:val="002F7C57"/>
    <w:rsid w:val="00301298"/>
    <w:rsid w:val="00301AFE"/>
    <w:rsid w:val="00303D67"/>
    <w:rsid w:val="003066C2"/>
    <w:rsid w:val="00306CB2"/>
    <w:rsid w:val="0030728B"/>
    <w:rsid w:val="003108E4"/>
    <w:rsid w:val="00312018"/>
    <w:rsid w:val="00314843"/>
    <w:rsid w:val="0031609D"/>
    <w:rsid w:val="003179C3"/>
    <w:rsid w:val="00320247"/>
    <w:rsid w:val="00320B88"/>
    <w:rsid w:val="00323488"/>
    <w:rsid w:val="00323C11"/>
    <w:rsid w:val="00323E89"/>
    <w:rsid w:val="00326128"/>
    <w:rsid w:val="003300F0"/>
    <w:rsid w:val="00330B89"/>
    <w:rsid w:val="00331D85"/>
    <w:rsid w:val="00332B2E"/>
    <w:rsid w:val="00337AD0"/>
    <w:rsid w:val="00340E6F"/>
    <w:rsid w:val="00342713"/>
    <w:rsid w:val="003435B0"/>
    <w:rsid w:val="00344271"/>
    <w:rsid w:val="00344345"/>
    <w:rsid w:val="003455F7"/>
    <w:rsid w:val="003460B2"/>
    <w:rsid w:val="0034724C"/>
    <w:rsid w:val="00351390"/>
    <w:rsid w:val="00351A5B"/>
    <w:rsid w:val="003521B0"/>
    <w:rsid w:val="00352D92"/>
    <w:rsid w:val="00355882"/>
    <w:rsid w:val="00360049"/>
    <w:rsid w:val="00361BC6"/>
    <w:rsid w:val="00362957"/>
    <w:rsid w:val="00363058"/>
    <w:rsid w:val="00365129"/>
    <w:rsid w:val="00366871"/>
    <w:rsid w:val="00367850"/>
    <w:rsid w:val="00375E66"/>
    <w:rsid w:val="00382696"/>
    <w:rsid w:val="00383C86"/>
    <w:rsid w:val="00385F30"/>
    <w:rsid w:val="003913EA"/>
    <w:rsid w:val="00392BFB"/>
    <w:rsid w:val="0039428E"/>
    <w:rsid w:val="00395928"/>
    <w:rsid w:val="00396760"/>
    <w:rsid w:val="0039787F"/>
    <w:rsid w:val="003A5F22"/>
    <w:rsid w:val="003A776D"/>
    <w:rsid w:val="003B01D3"/>
    <w:rsid w:val="003B1883"/>
    <w:rsid w:val="003B548B"/>
    <w:rsid w:val="003B5F94"/>
    <w:rsid w:val="003B7B8E"/>
    <w:rsid w:val="003C0B86"/>
    <w:rsid w:val="003C2692"/>
    <w:rsid w:val="003C5EBD"/>
    <w:rsid w:val="003D11F8"/>
    <w:rsid w:val="003D37EF"/>
    <w:rsid w:val="003D6100"/>
    <w:rsid w:val="003D729A"/>
    <w:rsid w:val="003D7983"/>
    <w:rsid w:val="003E168B"/>
    <w:rsid w:val="003E23F4"/>
    <w:rsid w:val="003E41CE"/>
    <w:rsid w:val="003E595F"/>
    <w:rsid w:val="003E7B0E"/>
    <w:rsid w:val="003F0993"/>
    <w:rsid w:val="003F1125"/>
    <w:rsid w:val="003F1306"/>
    <w:rsid w:val="003F4A3F"/>
    <w:rsid w:val="003F6382"/>
    <w:rsid w:val="003F70AA"/>
    <w:rsid w:val="003F7262"/>
    <w:rsid w:val="00401C5D"/>
    <w:rsid w:val="00402F22"/>
    <w:rsid w:val="004033DD"/>
    <w:rsid w:val="00403B8D"/>
    <w:rsid w:val="0040691C"/>
    <w:rsid w:val="0040762C"/>
    <w:rsid w:val="0040778E"/>
    <w:rsid w:val="00410091"/>
    <w:rsid w:val="004105D6"/>
    <w:rsid w:val="00413464"/>
    <w:rsid w:val="00413B57"/>
    <w:rsid w:val="00416B26"/>
    <w:rsid w:val="004205B1"/>
    <w:rsid w:val="00424767"/>
    <w:rsid w:val="00424BAD"/>
    <w:rsid w:val="00424E6D"/>
    <w:rsid w:val="00424F55"/>
    <w:rsid w:val="0042529A"/>
    <w:rsid w:val="00426CE0"/>
    <w:rsid w:val="00427123"/>
    <w:rsid w:val="0043093C"/>
    <w:rsid w:val="00431B2E"/>
    <w:rsid w:val="004347FD"/>
    <w:rsid w:val="004364C1"/>
    <w:rsid w:val="00436712"/>
    <w:rsid w:val="00436CBA"/>
    <w:rsid w:val="00442103"/>
    <w:rsid w:val="00442739"/>
    <w:rsid w:val="004430C9"/>
    <w:rsid w:val="004472E5"/>
    <w:rsid w:val="0044772D"/>
    <w:rsid w:val="00447C73"/>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BE8"/>
    <w:rsid w:val="00492D7A"/>
    <w:rsid w:val="00494903"/>
    <w:rsid w:val="0049497A"/>
    <w:rsid w:val="00495A11"/>
    <w:rsid w:val="00496822"/>
    <w:rsid w:val="00497A6E"/>
    <w:rsid w:val="004A0869"/>
    <w:rsid w:val="004A2498"/>
    <w:rsid w:val="004A31F6"/>
    <w:rsid w:val="004A470E"/>
    <w:rsid w:val="004A6098"/>
    <w:rsid w:val="004B20BE"/>
    <w:rsid w:val="004B463E"/>
    <w:rsid w:val="004B56DB"/>
    <w:rsid w:val="004B60F0"/>
    <w:rsid w:val="004C3745"/>
    <w:rsid w:val="004C3835"/>
    <w:rsid w:val="004C7019"/>
    <w:rsid w:val="004D0356"/>
    <w:rsid w:val="004D1510"/>
    <w:rsid w:val="004D4715"/>
    <w:rsid w:val="004E7828"/>
    <w:rsid w:val="004F0667"/>
    <w:rsid w:val="004F190A"/>
    <w:rsid w:val="004F3FED"/>
    <w:rsid w:val="004F478E"/>
    <w:rsid w:val="004F4BCC"/>
    <w:rsid w:val="004F54B6"/>
    <w:rsid w:val="004F5CED"/>
    <w:rsid w:val="004F6653"/>
    <w:rsid w:val="004F7D8D"/>
    <w:rsid w:val="00505A0C"/>
    <w:rsid w:val="00506912"/>
    <w:rsid w:val="0050691E"/>
    <w:rsid w:val="005106C3"/>
    <w:rsid w:val="00511089"/>
    <w:rsid w:val="00511716"/>
    <w:rsid w:val="005148E6"/>
    <w:rsid w:val="00515B5D"/>
    <w:rsid w:val="00520336"/>
    <w:rsid w:val="00522260"/>
    <w:rsid w:val="00525755"/>
    <w:rsid w:val="00530A6F"/>
    <w:rsid w:val="00531F40"/>
    <w:rsid w:val="005328A6"/>
    <w:rsid w:val="00532BD0"/>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36C7"/>
    <w:rsid w:val="00555176"/>
    <w:rsid w:val="00555BD4"/>
    <w:rsid w:val="00555F99"/>
    <w:rsid w:val="005570C2"/>
    <w:rsid w:val="005700D0"/>
    <w:rsid w:val="00572EF5"/>
    <w:rsid w:val="005730EA"/>
    <w:rsid w:val="00573138"/>
    <w:rsid w:val="00573B7B"/>
    <w:rsid w:val="00573CA4"/>
    <w:rsid w:val="00581B6E"/>
    <w:rsid w:val="00582429"/>
    <w:rsid w:val="00583D88"/>
    <w:rsid w:val="0058556E"/>
    <w:rsid w:val="00585751"/>
    <w:rsid w:val="005905C8"/>
    <w:rsid w:val="00590E29"/>
    <w:rsid w:val="00592665"/>
    <w:rsid w:val="00595DCC"/>
    <w:rsid w:val="005966C2"/>
    <w:rsid w:val="005A0266"/>
    <w:rsid w:val="005A0FDC"/>
    <w:rsid w:val="005A2267"/>
    <w:rsid w:val="005A3B1D"/>
    <w:rsid w:val="005A4AAD"/>
    <w:rsid w:val="005A6D7C"/>
    <w:rsid w:val="005B11D2"/>
    <w:rsid w:val="005B1827"/>
    <w:rsid w:val="005B1C6F"/>
    <w:rsid w:val="005B395A"/>
    <w:rsid w:val="005B3DF0"/>
    <w:rsid w:val="005B68F5"/>
    <w:rsid w:val="005C1C6A"/>
    <w:rsid w:val="005C3056"/>
    <w:rsid w:val="005C33B4"/>
    <w:rsid w:val="005C39D6"/>
    <w:rsid w:val="005C6B6E"/>
    <w:rsid w:val="005D0A90"/>
    <w:rsid w:val="005D1660"/>
    <w:rsid w:val="005D3199"/>
    <w:rsid w:val="005D39BC"/>
    <w:rsid w:val="005D3D15"/>
    <w:rsid w:val="005D4EC8"/>
    <w:rsid w:val="005E05D9"/>
    <w:rsid w:val="005E5590"/>
    <w:rsid w:val="005F15F3"/>
    <w:rsid w:val="005F22F8"/>
    <w:rsid w:val="005F47F1"/>
    <w:rsid w:val="005F7027"/>
    <w:rsid w:val="005F71B4"/>
    <w:rsid w:val="00604FBE"/>
    <w:rsid w:val="006058E7"/>
    <w:rsid w:val="00605C27"/>
    <w:rsid w:val="00607819"/>
    <w:rsid w:val="00610A3A"/>
    <w:rsid w:val="00615E57"/>
    <w:rsid w:val="00621500"/>
    <w:rsid w:val="00621B38"/>
    <w:rsid w:val="00623E1A"/>
    <w:rsid w:val="00633B1F"/>
    <w:rsid w:val="00633CC1"/>
    <w:rsid w:val="0063594A"/>
    <w:rsid w:val="006404C0"/>
    <w:rsid w:val="00647A25"/>
    <w:rsid w:val="006530A5"/>
    <w:rsid w:val="00653217"/>
    <w:rsid w:val="0065434E"/>
    <w:rsid w:val="006628D9"/>
    <w:rsid w:val="006670A4"/>
    <w:rsid w:val="00667363"/>
    <w:rsid w:val="0066798E"/>
    <w:rsid w:val="00674453"/>
    <w:rsid w:val="00674634"/>
    <w:rsid w:val="00674BBC"/>
    <w:rsid w:val="0067652D"/>
    <w:rsid w:val="00677940"/>
    <w:rsid w:val="00677B29"/>
    <w:rsid w:val="00680FCF"/>
    <w:rsid w:val="00682D7B"/>
    <w:rsid w:val="006851C1"/>
    <w:rsid w:val="0068707B"/>
    <w:rsid w:val="00693DD8"/>
    <w:rsid w:val="006956AD"/>
    <w:rsid w:val="00696B8C"/>
    <w:rsid w:val="006A41EC"/>
    <w:rsid w:val="006A4BFE"/>
    <w:rsid w:val="006A6EDD"/>
    <w:rsid w:val="006B073C"/>
    <w:rsid w:val="006B0AEF"/>
    <w:rsid w:val="006B61BB"/>
    <w:rsid w:val="006B64B4"/>
    <w:rsid w:val="006B7DFD"/>
    <w:rsid w:val="006C2786"/>
    <w:rsid w:val="006C6995"/>
    <w:rsid w:val="006D05F0"/>
    <w:rsid w:val="006D13D0"/>
    <w:rsid w:val="006D2D19"/>
    <w:rsid w:val="006D4391"/>
    <w:rsid w:val="006D4A78"/>
    <w:rsid w:val="006D4DDA"/>
    <w:rsid w:val="006D6D61"/>
    <w:rsid w:val="006E11F9"/>
    <w:rsid w:val="006E1366"/>
    <w:rsid w:val="006E4ACA"/>
    <w:rsid w:val="006E6022"/>
    <w:rsid w:val="006E6296"/>
    <w:rsid w:val="006E6B66"/>
    <w:rsid w:val="006F0518"/>
    <w:rsid w:val="006F222F"/>
    <w:rsid w:val="006F41C7"/>
    <w:rsid w:val="006F5BCD"/>
    <w:rsid w:val="006F5BD5"/>
    <w:rsid w:val="006F7ECA"/>
    <w:rsid w:val="00702AA8"/>
    <w:rsid w:val="00703D41"/>
    <w:rsid w:val="007139D3"/>
    <w:rsid w:val="007140F6"/>
    <w:rsid w:val="007143B8"/>
    <w:rsid w:val="0071599A"/>
    <w:rsid w:val="00723E32"/>
    <w:rsid w:val="0072494F"/>
    <w:rsid w:val="00724C9B"/>
    <w:rsid w:val="00733A78"/>
    <w:rsid w:val="00742403"/>
    <w:rsid w:val="00743648"/>
    <w:rsid w:val="007437B6"/>
    <w:rsid w:val="0074440E"/>
    <w:rsid w:val="00744B2F"/>
    <w:rsid w:val="0074717D"/>
    <w:rsid w:val="00747A79"/>
    <w:rsid w:val="007500CA"/>
    <w:rsid w:val="0075148F"/>
    <w:rsid w:val="00751C91"/>
    <w:rsid w:val="00752E6F"/>
    <w:rsid w:val="00755983"/>
    <w:rsid w:val="007573E0"/>
    <w:rsid w:val="00764009"/>
    <w:rsid w:val="00764A0C"/>
    <w:rsid w:val="00765001"/>
    <w:rsid w:val="00767323"/>
    <w:rsid w:val="007718CA"/>
    <w:rsid w:val="00772209"/>
    <w:rsid w:val="0077263D"/>
    <w:rsid w:val="00774515"/>
    <w:rsid w:val="00774D9A"/>
    <w:rsid w:val="0078249E"/>
    <w:rsid w:val="00782DC5"/>
    <w:rsid w:val="00784491"/>
    <w:rsid w:val="00786B16"/>
    <w:rsid w:val="00787513"/>
    <w:rsid w:val="007927F5"/>
    <w:rsid w:val="00792FA0"/>
    <w:rsid w:val="007935BC"/>
    <w:rsid w:val="00794833"/>
    <w:rsid w:val="00795E31"/>
    <w:rsid w:val="00797FE2"/>
    <w:rsid w:val="007A121E"/>
    <w:rsid w:val="007A1EC8"/>
    <w:rsid w:val="007A3D24"/>
    <w:rsid w:val="007A42FC"/>
    <w:rsid w:val="007A4D1B"/>
    <w:rsid w:val="007A7F8A"/>
    <w:rsid w:val="007B02EA"/>
    <w:rsid w:val="007B39B9"/>
    <w:rsid w:val="007B3D35"/>
    <w:rsid w:val="007B53B5"/>
    <w:rsid w:val="007C5A62"/>
    <w:rsid w:val="007C6909"/>
    <w:rsid w:val="007C6C2F"/>
    <w:rsid w:val="007C6D1C"/>
    <w:rsid w:val="007C77D7"/>
    <w:rsid w:val="007D1292"/>
    <w:rsid w:val="007D4881"/>
    <w:rsid w:val="007D5616"/>
    <w:rsid w:val="007D7739"/>
    <w:rsid w:val="007E17AC"/>
    <w:rsid w:val="007E18C6"/>
    <w:rsid w:val="007E1F57"/>
    <w:rsid w:val="007E36F1"/>
    <w:rsid w:val="007E3AB6"/>
    <w:rsid w:val="007E4503"/>
    <w:rsid w:val="007E46CB"/>
    <w:rsid w:val="007E472D"/>
    <w:rsid w:val="007E4CC9"/>
    <w:rsid w:val="007E4E64"/>
    <w:rsid w:val="007E6C22"/>
    <w:rsid w:val="007F0D36"/>
    <w:rsid w:val="007F6183"/>
    <w:rsid w:val="007F7216"/>
    <w:rsid w:val="007F725D"/>
    <w:rsid w:val="00801A7E"/>
    <w:rsid w:val="00801BB9"/>
    <w:rsid w:val="00801C23"/>
    <w:rsid w:val="00803775"/>
    <w:rsid w:val="008077AB"/>
    <w:rsid w:val="00817965"/>
    <w:rsid w:val="00823E81"/>
    <w:rsid w:val="00824511"/>
    <w:rsid w:val="0082576A"/>
    <w:rsid w:val="00826950"/>
    <w:rsid w:val="008271F1"/>
    <w:rsid w:val="00832338"/>
    <w:rsid w:val="00835607"/>
    <w:rsid w:val="00836838"/>
    <w:rsid w:val="00836C50"/>
    <w:rsid w:val="008432AB"/>
    <w:rsid w:val="0084492D"/>
    <w:rsid w:val="00844D3D"/>
    <w:rsid w:val="008548B4"/>
    <w:rsid w:val="00855546"/>
    <w:rsid w:val="00860CB5"/>
    <w:rsid w:val="00860F1C"/>
    <w:rsid w:val="00863296"/>
    <w:rsid w:val="00863EF1"/>
    <w:rsid w:val="00864C51"/>
    <w:rsid w:val="00867F22"/>
    <w:rsid w:val="008752CC"/>
    <w:rsid w:val="00875A4C"/>
    <w:rsid w:val="008760E3"/>
    <w:rsid w:val="008763BF"/>
    <w:rsid w:val="00876482"/>
    <w:rsid w:val="00877C20"/>
    <w:rsid w:val="00880726"/>
    <w:rsid w:val="00885859"/>
    <w:rsid w:val="008867BF"/>
    <w:rsid w:val="008875A9"/>
    <w:rsid w:val="0088770B"/>
    <w:rsid w:val="00892A41"/>
    <w:rsid w:val="00893786"/>
    <w:rsid w:val="008950C4"/>
    <w:rsid w:val="008954AD"/>
    <w:rsid w:val="00896DF4"/>
    <w:rsid w:val="008975BD"/>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D784A"/>
    <w:rsid w:val="008E2887"/>
    <w:rsid w:val="008E4A63"/>
    <w:rsid w:val="008E5BBD"/>
    <w:rsid w:val="008E5E0C"/>
    <w:rsid w:val="008F2E4A"/>
    <w:rsid w:val="008F3AA9"/>
    <w:rsid w:val="008F67F2"/>
    <w:rsid w:val="008F78A0"/>
    <w:rsid w:val="009005A5"/>
    <w:rsid w:val="00901037"/>
    <w:rsid w:val="00903C24"/>
    <w:rsid w:val="00904038"/>
    <w:rsid w:val="00906C93"/>
    <w:rsid w:val="00911D02"/>
    <w:rsid w:val="00912C62"/>
    <w:rsid w:val="00913B64"/>
    <w:rsid w:val="00914DA1"/>
    <w:rsid w:val="00914F4A"/>
    <w:rsid w:val="009176AF"/>
    <w:rsid w:val="009216CF"/>
    <w:rsid w:val="0092179B"/>
    <w:rsid w:val="0092435D"/>
    <w:rsid w:val="00930AF1"/>
    <w:rsid w:val="00932904"/>
    <w:rsid w:val="00933EFE"/>
    <w:rsid w:val="00934085"/>
    <w:rsid w:val="00940731"/>
    <w:rsid w:val="00940F70"/>
    <w:rsid w:val="009417D0"/>
    <w:rsid w:val="0094217D"/>
    <w:rsid w:val="0095086A"/>
    <w:rsid w:val="0095249B"/>
    <w:rsid w:val="009537E5"/>
    <w:rsid w:val="00954F3C"/>
    <w:rsid w:val="00955560"/>
    <w:rsid w:val="00956B2D"/>
    <w:rsid w:val="00964AD0"/>
    <w:rsid w:val="00964EC7"/>
    <w:rsid w:val="009656A5"/>
    <w:rsid w:val="009715F3"/>
    <w:rsid w:val="00971D5F"/>
    <w:rsid w:val="009727A1"/>
    <w:rsid w:val="00973458"/>
    <w:rsid w:val="00977CF9"/>
    <w:rsid w:val="00980C35"/>
    <w:rsid w:val="0098131E"/>
    <w:rsid w:val="009832FD"/>
    <w:rsid w:val="00984EBB"/>
    <w:rsid w:val="0098732D"/>
    <w:rsid w:val="0099026A"/>
    <w:rsid w:val="00992E70"/>
    <w:rsid w:val="009951EF"/>
    <w:rsid w:val="009A1F78"/>
    <w:rsid w:val="009A46E0"/>
    <w:rsid w:val="009B1CFE"/>
    <w:rsid w:val="009B5721"/>
    <w:rsid w:val="009B61BD"/>
    <w:rsid w:val="009C3B7E"/>
    <w:rsid w:val="009C4376"/>
    <w:rsid w:val="009C63FC"/>
    <w:rsid w:val="009D5B89"/>
    <w:rsid w:val="009D7D7D"/>
    <w:rsid w:val="009D7DFD"/>
    <w:rsid w:val="009E084A"/>
    <w:rsid w:val="009E0FF0"/>
    <w:rsid w:val="009E2610"/>
    <w:rsid w:val="009E3721"/>
    <w:rsid w:val="009E40C2"/>
    <w:rsid w:val="009E4F3D"/>
    <w:rsid w:val="009E573B"/>
    <w:rsid w:val="009E7331"/>
    <w:rsid w:val="009E7DB7"/>
    <w:rsid w:val="009F1A10"/>
    <w:rsid w:val="009F34E6"/>
    <w:rsid w:val="009F411A"/>
    <w:rsid w:val="00A003A5"/>
    <w:rsid w:val="00A012A7"/>
    <w:rsid w:val="00A01E8F"/>
    <w:rsid w:val="00A05AE6"/>
    <w:rsid w:val="00A11511"/>
    <w:rsid w:val="00A11F18"/>
    <w:rsid w:val="00A22C82"/>
    <w:rsid w:val="00A23EAD"/>
    <w:rsid w:val="00A240AF"/>
    <w:rsid w:val="00A25278"/>
    <w:rsid w:val="00A25EB3"/>
    <w:rsid w:val="00A25FAE"/>
    <w:rsid w:val="00A316A1"/>
    <w:rsid w:val="00A319FD"/>
    <w:rsid w:val="00A34A63"/>
    <w:rsid w:val="00A365B4"/>
    <w:rsid w:val="00A377CA"/>
    <w:rsid w:val="00A41968"/>
    <w:rsid w:val="00A43EBD"/>
    <w:rsid w:val="00A444C4"/>
    <w:rsid w:val="00A4450F"/>
    <w:rsid w:val="00A538ED"/>
    <w:rsid w:val="00A53DA5"/>
    <w:rsid w:val="00A5407E"/>
    <w:rsid w:val="00A56200"/>
    <w:rsid w:val="00A57026"/>
    <w:rsid w:val="00A57B49"/>
    <w:rsid w:val="00A60174"/>
    <w:rsid w:val="00A629F3"/>
    <w:rsid w:val="00A62D4B"/>
    <w:rsid w:val="00A64738"/>
    <w:rsid w:val="00A66B31"/>
    <w:rsid w:val="00A66D32"/>
    <w:rsid w:val="00A70B39"/>
    <w:rsid w:val="00A70DC1"/>
    <w:rsid w:val="00A70DF1"/>
    <w:rsid w:val="00A715D9"/>
    <w:rsid w:val="00A71DCC"/>
    <w:rsid w:val="00A73AB6"/>
    <w:rsid w:val="00A77435"/>
    <w:rsid w:val="00A80C4B"/>
    <w:rsid w:val="00A80EAE"/>
    <w:rsid w:val="00A9198B"/>
    <w:rsid w:val="00A9493D"/>
    <w:rsid w:val="00A94D20"/>
    <w:rsid w:val="00A95D4D"/>
    <w:rsid w:val="00A96AD3"/>
    <w:rsid w:val="00AA1788"/>
    <w:rsid w:val="00AA3D0C"/>
    <w:rsid w:val="00AA4A57"/>
    <w:rsid w:val="00AA4C55"/>
    <w:rsid w:val="00AA4C68"/>
    <w:rsid w:val="00AA72E9"/>
    <w:rsid w:val="00AB0709"/>
    <w:rsid w:val="00AB1743"/>
    <w:rsid w:val="00AB194B"/>
    <w:rsid w:val="00AB6AFC"/>
    <w:rsid w:val="00AB77F8"/>
    <w:rsid w:val="00AC438C"/>
    <w:rsid w:val="00AC5CE0"/>
    <w:rsid w:val="00AC6298"/>
    <w:rsid w:val="00AC62DE"/>
    <w:rsid w:val="00AC6C75"/>
    <w:rsid w:val="00AC7B43"/>
    <w:rsid w:val="00AD1D51"/>
    <w:rsid w:val="00AD6C86"/>
    <w:rsid w:val="00AE0DE3"/>
    <w:rsid w:val="00AE3D4F"/>
    <w:rsid w:val="00AE5F18"/>
    <w:rsid w:val="00AE71CA"/>
    <w:rsid w:val="00AF1973"/>
    <w:rsid w:val="00AF4E1B"/>
    <w:rsid w:val="00AF74CA"/>
    <w:rsid w:val="00B01DAD"/>
    <w:rsid w:val="00B022A5"/>
    <w:rsid w:val="00B0329D"/>
    <w:rsid w:val="00B04262"/>
    <w:rsid w:val="00B05BFF"/>
    <w:rsid w:val="00B068C7"/>
    <w:rsid w:val="00B068CB"/>
    <w:rsid w:val="00B07B3E"/>
    <w:rsid w:val="00B1033C"/>
    <w:rsid w:val="00B11411"/>
    <w:rsid w:val="00B14D73"/>
    <w:rsid w:val="00B2029A"/>
    <w:rsid w:val="00B24177"/>
    <w:rsid w:val="00B24585"/>
    <w:rsid w:val="00B271AA"/>
    <w:rsid w:val="00B27A61"/>
    <w:rsid w:val="00B31B70"/>
    <w:rsid w:val="00B35A77"/>
    <w:rsid w:val="00B365AA"/>
    <w:rsid w:val="00B36D45"/>
    <w:rsid w:val="00B434F7"/>
    <w:rsid w:val="00B50BAD"/>
    <w:rsid w:val="00B5153A"/>
    <w:rsid w:val="00B61AF4"/>
    <w:rsid w:val="00B661D9"/>
    <w:rsid w:val="00B67BD6"/>
    <w:rsid w:val="00B710CD"/>
    <w:rsid w:val="00B8042F"/>
    <w:rsid w:val="00B805C7"/>
    <w:rsid w:val="00B81AD5"/>
    <w:rsid w:val="00B8554F"/>
    <w:rsid w:val="00B86370"/>
    <w:rsid w:val="00B874E6"/>
    <w:rsid w:val="00B87DFE"/>
    <w:rsid w:val="00B90EAC"/>
    <w:rsid w:val="00B93030"/>
    <w:rsid w:val="00B93FCB"/>
    <w:rsid w:val="00B97D76"/>
    <w:rsid w:val="00BA02E5"/>
    <w:rsid w:val="00BA137F"/>
    <w:rsid w:val="00BA201E"/>
    <w:rsid w:val="00BA368A"/>
    <w:rsid w:val="00BB328E"/>
    <w:rsid w:val="00BB7FA9"/>
    <w:rsid w:val="00BC214D"/>
    <w:rsid w:val="00BC3EA8"/>
    <w:rsid w:val="00BC444A"/>
    <w:rsid w:val="00BD05BD"/>
    <w:rsid w:val="00BD1B11"/>
    <w:rsid w:val="00BD251E"/>
    <w:rsid w:val="00BD3384"/>
    <w:rsid w:val="00BD390D"/>
    <w:rsid w:val="00BD43D4"/>
    <w:rsid w:val="00BD5C84"/>
    <w:rsid w:val="00BE1A23"/>
    <w:rsid w:val="00BE1C71"/>
    <w:rsid w:val="00BE6204"/>
    <w:rsid w:val="00BE6367"/>
    <w:rsid w:val="00BF16A9"/>
    <w:rsid w:val="00BF27B6"/>
    <w:rsid w:val="00BF6FB8"/>
    <w:rsid w:val="00C0061B"/>
    <w:rsid w:val="00C01D03"/>
    <w:rsid w:val="00C01D6F"/>
    <w:rsid w:val="00C028E5"/>
    <w:rsid w:val="00C02A61"/>
    <w:rsid w:val="00C02FEC"/>
    <w:rsid w:val="00C0453C"/>
    <w:rsid w:val="00C04FC7"/>
    <w:rsid w:val="00C0603E"/>
    <w:rsid w:val="00C11286"/>
    <w:rsid w:val="00C1312E"/>
    <w:rsid w:val="00C1350F"/>
    <w:rsid w:val="00C14EAF"/>
    <w:rsid w:val="00C1537A"/>
    <w:rsid w:val="00C16FFC"/>
    <w:rsid w:val="00C211C0"/>
    <w:rsid w:val="00C21EB1"/>
    <w:rsid w:val="00C23EE3"/>
    <w:rsid w:val="00C32906"/>
    <w:rsid w:val="00C42397"/>
    <w:rsid w:val="00C452A9"/>
    <w:rsid w:val="00C468D6"/>
    <w:rsid w:val="00C4774F"/>
    <w:rsid w:val="00C5072D"/>
    <w:rsid w:val="00C537DC"/>
    <w:rsid w:val="00C54342"/>
    <w:rsid w:val="00C54F8D"/>
    <w:rsid w:val="00C563A5"/>
    <w:rsid w:val="00C602AF"/>
    <w:rsid w:val="00C64CE1"/>
    <w:rsid w:val="00C70A94"/>
    <w:rsid w:val="00C70BA8"/>
    <w:rsid w:val="00C7235C"/>
    <w:rsid w:val="00C7403D"/>
    <w:rsid w:val="00C76BA0"/>
    <w:rsid w:val="00C81F31"/>
    <w:rsid w:val="00C834E2"/>
    <w:rsid w:val="00C850EE"/>
    <w:rsid w:val="00C865D8"/>
    <w:rsid w:val="00C9250E"/>
    <w:rsid w:val="00C9798D"/>
    <w:rsid w:val="00CA0229"/>
    <w:rsid w:val="00CA1266"/>
    <w:rsid w:val="00CA5720"/>
    <w:rsid w:val="00CA5F23"/>
    <w:rsid w:val="00CA7B4E"/>
    <w:rsid w:val="00CB03F7"/>
    <w:rsid w:val="00CB3DA7"/>
    <w:rsid w:val="00CB4D33"/>
    <w:rsid w:val="00CB6112"/>
    <w:rsid w:val="00CC2616"/>
    <w:rsid w:val="00CC2A8A"/>
    <w:rsid w:val="00CD24E5"/>
    <w:rsid w:val="00CD343B"/>
    <w:rsid w:val="00CE272D"/>
    <w:rsid w:val="00CE2C74"/>
    <w:rsid w:val="00CE3A5F"/>
    <w:rsid w:val="00CF1588"/>
    <w:rsid w:val="00CF4B55"/>
    <w:rsid w:val="00CF6B43"/>
    <w:rsid w:val="00D02E08"/>
    <w:rsid w:val="00D10BFD"/>
    <w:rsid w:val="00D10D37"/>
    <w:rsid w:val="00D11885"/>
    <w:rsid w:val="00D13067"/>
    <w:rsid w:val="00D133D3"/>
    <w:rsid w:val="00D13695"/>
    <w:rsid w:val="00D14712"/>
    <w:rsid w:val="00D14E7D"/>
    <w:rsid w:val="00D213F3"/>
    <w:rsid w:val="00D21AB5"/>
    <w:rsid w:val="00D21DB0"/>
    <w:rsid w:val="00D23351"/>
    <w:rsid w:val="00D27591"/>
    <w:rsid w:val="00D27758"/>
    <w:rsid w:val="00D3179E"/>
    <w:rsid w:val="00D32A01"/>
    <w:rsid w:val="00D37296"/>
    <w:rsid w:val="00D42307"/>
    <w:rsid w:val="00D42D05"/>
    <w:rsid w:val="00D4740A"/>
    <w:rsid w:val="00D50E4D"/>
    <w:rsid w:val="00D52E56"/>
    <w:rsid w:val="00D5313A"/>
    <w:rsid w:val="00D54CED"/>
    <w:rsid w:val="00D54EAF"/>
    <w:rsid w:val="00D663BB"/>
    <w:rsid w:val="00D66D06"/>
    <w:rsid w:val="00D67B0D"/>
    <w:rsid w:val="00D7302B"/>
    <w:rsid w:val="00D767C3"/>
    <w:rsid w:val="00D809E8"/>
    <w:rsid w:val="00D814F9"/>
    <w:rsid w:val="00D83707"/>
    <w:rsid w:val="00D850DC"/>
    <w:rsid w:val="00D8704D"/>
    <w:rsid w:val="00D90348"/>
    <w:rsid w:val="00D90922"/>
    <w:rsid w:val="00D91972"/>
    <w:rsid w:val="00D9237A"/>
    <w:rsid w:val="00D93215"/>
    <w:rsid w:val="00D9331E"/>
    <w:rsid w:val="00D944D8"/>
    <w:rsid w:val="00D9551A"/>
    <w:rsid w:val="00D9660F"/>
    <w:rsid w:val="00D973F5"/>
    <w:rsid w:val="00DA09BC"/>
    <w:rsid w:val="00DA186B"/>
    <w:rsid w:val="00DA3C2F"/>
    <w:rsid w:val="00DA615C"/>
    <w:rsid w:val="00DA6681"/>
    <w:rsid w:val="00DB0784"/>
    <w:rsid w:val="00DB4E09"/>
    <w:rsid w:val="00DC08B7"/>
    <w:rsid w:val="00DC4AB6"/>
    <w:rsid w:val="00DC69E0"/>
    <w:rsid w:val="00DD07B8"/>
    <w:rsid w:val="00DD34A1"/>
    <w:rsid w:val="00DD3AAA"/>
    <w:rsid w:val="00DD7B42"/>
    <w:rsid w:val="00DD7C85"/>
    <w:rsid w:val="00DE13D1"/>
    <w:rsid w:val="00DE5B11"/>
    <w:rsid w:val="00DE6742"/>
    <w:rsid w:val="00DF15EB"/>
    <w:rsid w:val="00DF2A82"/>
    <w:rsid w:val="00DF548C"/>
    <w:rsid w:val="00E06ECB"/>
    <w:rsid w:val="00E079F9"/>
    <w:rsid w:val="00E13DEB"/>
    <w:rsid w:val="00E1435F"/>
    <w:rsid w:val="00E14CF9"/>
    <w:rsid w:val="00E24B37"/>
    <w:rsid w:val="00E24F4B"/>
    <w:rsid w:val="00E26414"/>
    <w:rsid w:val="00E27716"/>
    <w:rsid w:val="00E30254"/>
    <w:rsid w:val="00E32C90"/>
    <w:rsid w:val="00E35FAF"/>
    <w:rsid w:val="00E43EE1"/>
    <w:rsid w:val="00E45621"/>
    <w:rsid w:val="00E50635"/>
    <w:rsid w:val="00E5357F"/>
    <w:rsid w:val="00E54646"/>
    <w:rsid w:val="00E5672A"/>
    <w:rsid w:val="00E5784A"/>
    <w:rsid w:val="00E57E8E"/>
    <w:rsid w:val="00E607A2"/>
    <w:rsid w:val="00E610A3"/>
    <w:rsid w:val="00E61ACE"/>
    <w:rsid w:val="00E61B59"/>
    <w:rsid w:val="00E64B0B"/>
    <w:rsid w:val="00E64FC2"/>
    <w:rsid w:val="00E662EC"/>
    <w:rsid w:val="00E740FB"/>
    <w:rsid w:val="00E74318"/>
    <w:rsid w:val="00E81F3A"/>
    <w:rsid w:val="00E83839"/>
    <w:rsid w:val="00E84171"/>
    <w:rsid w:val="00E8775E"/>
    <w:rsid w:val="00E94969"/>
    <w:rsid w:val="00E963E1"/>
    <w:rsid w:val="00EA19C1"/>
    <w:rsid w:val="00EA4FCA"/>
    <w:rsid w:val="00EA5D87"/>
    <w:rsid w:val="00EA6A3F"/>
    <w:rsid w:val="00EB0461"/>
    <w:rsid w:val="00EB0DAB"/>
    <w:rsid w:val="00EB2E6F"/>
    <w:rsid w:val="00EB65C8"/>
    <w:rsid w:val="00EC103A"/>
    <w:rsid w:val="00EC646D"/>
    <w:rsid w:val="00EC7423"/>
    <w:rsid w:val="00ED1AF8"/>
    <w:rsid w:val="00ED2AD2"/>
    <w:rsid w:val="00ED3A6A"/>
    <w:rsid w:val="00ED7AA7"/>
    <w:rsid w:val="00EE07FA"/>
    <w:rsid w:val="00EE1EF4"/>
    <w:rsid w:val="00EE20D7"/>
    <w:rsid w:val="00EE6193"/>
    <w:rsid w:val="00EF0112"/>
    <w:rsid w:val="00EF4156"/>
    <w:rsid w:val="00EF44BC"/>
    <w:rsid w:val="00EF5532"/>
    <w:rsid w:val="00EF5C0F"/>
    <w:rsid w:val="00F022B1"/>
    <w:rsid w:val="00F022F3"/>
    <w:rsid w:val="00F05005"/>
    <w:rsid w:val="00F13FE2"/>
    <w:rsid w:val="00F168F4"/>
    <w:rsid w:val="00F200A1"/>
    <w:rsid w:val="00F22226"/>
    <w:rsid w:val="00F23E77"/>
    <w:rsid w:val="00F23F3A"/>
    <w:rsid w:val="00F24385"/>
    <w:rsid w:val="00F30703"/>
    <w:rsid w:val="00F32C71"/>
    <w:rsid w:val="00F3302A"/>
    <w:rsid w:val="00F41EFD"/>
    <w:rsid w:val="00F4390D"/>
    <w:rsid w:val="00F43D84"/>
    <w:rsid w:val="00F44718"/>
    <w:rsid w:val="00F458D0"/>
    <w:rsid w:val="00F46E2F"/>
    <w:rsid w:val="00F50D84"/>
    <w:rsid w:val="00F51DDB"/>
    <w:rsid w:val="00F52C46"/>
    <w:rsid w:val="00F53183"/>
    <w:rsid w:val="00F53641"/>
    <w:rsid w:val="00F5477A"/>
    <w:rsid w:val="00F5587A"/>
    <w:rsid w:val="00F63A31"/>
    <w:rsid w:val="00F63BE7"/>
    <w:rsid w:val="00F64C4F"/>
    <w:rsid w:val="00F64E39"/>
    <w:rsid w:val="00F64F13"/>
    <w:rsid w:val="00F65236"/>
    <w:rsid w:val="00F70392"/>
    <w:rsid w:val="00F76695"/>
    <w:rsid w:val="00F8087A"/>
    <w:rsid w:val="00F80A61"/>
    <w:rsid w:val="00F8178E"/>
    <w:rsid w:val="00F82103"/>
    <w:rsid w:val="00F8594A"/>
    <w:rsid w:val="00F918A6"/>
    <w:rsid w:val="00F94244"/>
    <w:rsid w:val="00F945E3"/>
    <w:rsid w:val="00F96440"/>
    <w:rsid w:val="00F9778F"/>
    <w:rsid w:val="00FA2749"/>
    <w:rsid w:val="00FA5BF5"/>
    <w:rsid w:val="00FA63F7"/>
    <w:rsid w:val="00FB04C9"/>
    <w:rsid w:val="00FB383E"/>
    <w:rsid w:val="00FB7614"/>
    <w:rsid w:val="00FB79AF"/>
    <w:rsid w:val="00FB79CF"/>
    <w:rsid w:val="00FC1BAD"/>
    <w:rsid w:val="00FC4DC8"/>
    <w:rsid w:val="00FC5D4F"/>
    <w:rsid w:val="00FC6263"/>
    <w:rsid w:val="00FD1544"/>
    <w:rsid w:val="00FD3255"/>
    <w:rsid w:val="00FD4899"/>
    <w:rsid w:val="00FD4A64"/>
    <w:rsid w:val="00FD7995"/>
    <w:rsid w:val="00FE049C"/>
    <w:rsid w:val="00FE2684"/>
    <w:rsid w:val="00FE42D2"/>
    <w:rsid w:val="00FE6604"/>
    <w:rsid w:val="00FF1E88"/>
    <w:rsid w:val="00FF2E1E"/>
    <w:rsid w:val="00FF308B"/>
    <w:rsid w:val="00FF3336"/>
    <w:rsid w:val="00FF3622"/>
    <w:rsid w:val="00FF4298"/>
    <w:rsid w:val="00FF4EDD"/>
    <w:rsid w:val="00FF589D"/>
    <w:rsid w:val="00FF595C"/>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 w:type="paragraph" w:styleId="StandardWeb">
    <w:name w:val="Normal (Web)"/>
    <w:basedOn w:val="Standard"/>
    <w:uiPriority w:val="99"/>
    <w:unhideWhenUsed/>
    <w:rsid w:val="00DC08B7"/>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822968315">
      <w:bodyDiv w:val="1"/>
      <w:marLeft w:val="0"/>
      <w:marRight w:val="0"/>
      <w:marTop w:val="0"/>
      <w:marBottom w:val="0"/>
      <w:divBdr>
        <w:top w:val="none" w:sz="0" w:space="0" w:color="auto"/>
        <w:left w:val="none" w:sz="0" w:space="0" w:color="auto"/>
        <w:bottom w:val="none" w:sz="0" w:space="0" w:color="auto"/>
        <w:right w:val="none" w:sz="0" w:space="0" w:color="auto"/>
      </w:divBdr>
    </w:div>
    <w:div w:id="867255945">
      <w:bodyDiv w:val="1"/>
      <w:marLeft w:val="0"/>
      <w:marRight w:val="0"/>
      <w:marTop w:val="0"/>
      <w:marBottom w:val="0"/>
      <w:divBdr>
        <w:top w:val="none" w:sz="0" w:space="0" w:color="auto"/>
        <w:left w:val="none" w:sz="0" w:space="0" w:color="auto"/>
        <w:bottom w:val="none" w:sz="0" w:space="0" w:color="auto"/>
        <w:right w:val="none" w:sz="0" w:space="0" w:color="auto"/>
      </w:divBdr>
    </w:div>
    <w:div w:id="881401569">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139570757">
      <w:bodyDiv w:val="1"/>
      <w:marLeft w:val="0"/>
      <w:marRight w:val="0"/>
      <w:marTop w:val="0"/>
      <w:marBottom w:val="0"/>
      <w:divBdr>
        <w:top w:val="none" w:sz="0" w:space="0" w:color="auto"/>
        <w:left w:val="none" w:sz="0" w:space="0" w:color="auto"/>
        <w:bottom w:val="none" w:sz="0" w:space="0" w:color="auto"/>
        <w:right w:val="none" w:sz="0" w:space="0" w:color="auto"/>
      </w:divBdr>
    </w:div>
    <w:div w:id="1149440395">
      <w:bodyDiv w:val="1"/>
      <w:marLeft w:val="0"/>
      <w:marRight w:val="0"/>
      <w:marTop w:val="0"/>
      <w:marBottom w:val="0"/>
      <w:divBdr>
        <w:top w:val="none" w:sz="0" w:space="0" w:color="auto"/>
        <w:left w:val="none" w:sz="0" w:space="0" w:color="auto"/>
        <w:bottom w:val="none" w:sz="0" w:space="0" w:color="auto"/>
        <w:right w:val="none" w:sz="0" w:space="0" w:color="auto"/>
      </w:divBdr>
    </w:div>
    <w:div w:id="1191380348">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353721797">
      <w:bodyDiv w:val="1"/>
      <w:marLeft w:val="0"/>
      <w:marRight w:val="0"/>
      <w:marTop w:val="0"/>
      <w:marBottom w:val="0"/>
      <w:divBdr>
        <w:top w:val="none" w:sz="0" w:space="0" w:color="auto"/>
        <w:left w:val="none" w:sz="0" w:space="0" w:color="auto"/>
        <w:bottom w:val="none" w:sz="0" w:space="0" w:color="auto"/>
        <w:right w:val="none" w:sz="0" w:space="0" w:color="auto"/>
      </w:divBdr>
    </w:div>
    <w:div w:id="1813719345">
      <w:bodyDiv w:val="1"/>
      <w:marLeft w:val="0"/>
      <w:marRight w:val="0"/>
      <w:marTop w:val="0"/>
      <w:marBottom w:val="0"/>
      <w:divBdr>
        <w:top w:val="none" w:sz="0" w:space="0" w:color="auto"/>
        <w:left w:val="none" w:sz="0" w:space="0" w:color="auto"/>
        <w:bottom w:val="none" w:sz="0" w:space="0" w:color="auto"/>
        <w:right w:val="none" w:sz="0" w:space="0" w:color="auto"/>
      </w:divBdr>
    </w:div>
    <w:div w:id="1822885250">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1982806002">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 w:id="2087871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226A0-117B-43F9-B59F-D4A49F46E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5</Pages>
  <Words>245</Words>
  <Characters>1839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156</cp:revision>
  <cp:lastPrinted>2021-09-20T12:39:00Z</cp:lastPrinted>
  <dcterms:created xsi:type="dcterms:W3CDTF">2021-11-16T14:01:00Z</dcterms:created>
  <dcterms:modified xsi:type="dcterms:W3CDTF">2025-03-16T17:34:00Z</dcterms:modified>
</cp:coreProperties>
</file>